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1247F" w14:textId="5580A45F" w:rsidR="00A631A9" w:rsidRDefault="00A631A9">
      <w:pPr>
        <w:widowControl w:val="0"/>
        <w:suppressAutoHyphens/>
        <w:spacing w:after="0" w:line="240" w:lineRule="auto"/>
        <w:ind w:left="5954"/>
        <w:jc w:val="left"/>
        <w:rPr>
          <w:rFonts w:ascii="Calibri Light" w:eastAsia="Times New Roman" w:hAnsi="Calibri Light" w:cs="Calibri Light"/>
          <w:color w:val="000000"/>
          <w:lang w:val="lt-LT" w:eastAsia="lt-LT"/>
        </w:rPr>
      </w:pPr>
      <w:bookmarkStart w:id="0" w:name="_Hlk215650368"/>
      <w:r w:rsidRPr="00861DA6">
        <w:rPr>
          <w:rFonts w:ascii="Calibri Light" w:eastAsia="Times New Roman" w:hAnsi="Calibri Light" w:cs="Calibri Light"/>
        </w:rPr>
        <w:t xml:space="preserve">2025 m. </w:t>
      </w:r>
      <w:r w:rsidR="004003A9">
        <w:rPr>
          <w:rFonts w:ascii="Calibri Light" w:eastAsia="Times New Roman" w:hAnsi="Calibri Light" w:cs="Calibri Light"/>
        </w:rPr>
        <w:t>gruodžio 15</w:t>
      </w:r>
      <w:r w:rsidRPr="00861DA6">
        <w:rPr>
          <w:rFonts w:ascii="Calibri Light" w:eastAsia="Times New Roman" w:hAnsi="Calibri Light" w:cs="Calibri Light"/>
        </w:rPr>
        <w:t xml:space="preserve"> d.</w:t>
      </w:r>
    </w:p>
    <w:p w14:paraId="7B95D189" w14:textId="037F9B09" w:rsidR="00405559" w:rsidRPr="00617E33" w:rsidRDefault="00405559" w:rsidP="00ED4A5A">
      <w:pPr>
        <w:widowControl w:val="0"/>
        <w:suppressAutoHyphens/>
        <w:spacing w:after="0" w:line="240" w:lineRule="auto"/>
        <w:ind w:left="5954"/>
        <w:jc w:val="left"/>
        <w:rPr>
          <w:rFonts w:ascii="Calibri Light" w:eastAsia="Times New Roman" w:hAnsi="Calibri Light" w:cs="Calibri Light"/>
          <w:color w:val="000000"/>
          <w:lang w:val="lt-LT" w:eastAsia="lt-LT"/>
        </w:rPr>
      </w:pPr>
      <w:r w:rsidRPr="00405559">
        <w:rPr>
          <w:rFonts w:ascii="Calibri Light" w:eastAsia="Times New Roman" w:hAnsi="Calibri Light" w:cs="Calibri Light"/>
          <w:color w:val="000000"/>
          <w:lang w:val="lt-LT" w:eastAsia="lt-LT"/>
        </w:rPr>
        <w:t>Integruotos baudžiamojo proceso informacinės sistemos (IBPS) Ekspertinių tyrimų modulio plėtros paslaugų pirkimo</w:t>
      </w:r>
      <w:r w:rsidR="00C102D6">
        <w:rPr>
          <w:rFonts w:ascii="Calibri Light" w:eastAsia="Times New Roman" w:hAnsi="Calibri Light" w:cs="Calibri Light"/>
          <w:color w:val="000000"/>
          <w:lang w:val="lt-LT" w:eastAsia="lt-LT"/>
        </w:rPr>
        <w:t>–</w:t>
      </w:r>
      <w:r w:rsidRPr="00405559">
        <w:rPr>
          <w:rFonts w:ascii="Calibri Light" w:eastAsia="Times New Roman" w:hAnsi="Calibri Light" w:cs="Calibri Light"/>
          <w:color w:val="000000"/>
          <w:lang w:val="lt-LT" w:eastAsia="lt-LT"/>
        </w:rPr>
        <w:t>pardavimo sutarti</w:t>
      </w:r>
      <w:r>
        <w:rPr>
          <w:rFonts w:ascii="Calibri Light" w:eastAsia="Times New Roman" w:hAnsi="Calibri Light" w:cs="Calibri Light"/>
          <w:color w:val="000000"/>
          <w:lang w:val="lt-LT" w:eastAsia="lt-LT"/>
        </w:rPr>
        <w:t>e</w:t>
      </w:r>
      <w:r w:rsidRPr="00405559">
        <w:rPr>
          <w:rFonts w:ascii="Calibri Light" w:eastAsia="Times New Roman" w:hAnsi="Calibri Light" w:cs="Calibri Light"/>
          <w:color w:val="000000"/>
          <w:lang w:val="lt-LT" w:eastAsia="lt-LT"/>
        </w:rPr>
        <w:t>s</w:t>
      </w:r>
      <w:r w:rsidRPr="00405559" w:rsidDel="00405559">
        <w:rPr>
          <w:rFonts w:ascii="Calibri Light" w:eastAsia="Times New Roman" w:hAnsi="Calibri Light" w:cs="Calibri Light"/>
          <w:color w:val="000000"/>
          <w:lang w:val="lt-LT" w:eastAsia="lt-LT"/>
        </w:rPr>
        <w:t xml:space="preserve"> </w:t>
      </w:r>
      <w:r w:rsidR="00C102D6">
        <w:rPr>
          <w:rFonts w:ascii="Calibri Light" w:eastAsia="Times New Roman" w:hAnsi="Calibri Light" w:cs="Calibri Light"/>
          <w:color w:val="000000"/>
          <w:lang w:val="lt-LT" w:eastAsia="lt-LT"/>
        </w:rPr>
        <w:t>Nr.</w:t>
      </w:r>
      <w:bookmarkEnd w:id="0"/>
      <w:r w:rsidR="004003A9">
        <w:rPr>
          <w:rFonts w:ascii="Calibri Light" w:eastAsia="Times New Roman" w:hAnsi="Calibri Light" w:cs="Calibri Light"/>
          <w:color w:val="000000"/>
          <w:lang w:val="lt-LT" w:eastAsia="lt-LT"/>
        </w:rPr>
        <w:t xml:space="preserve"> 15R-659</w:t>
      </w:r>
    </w:p>
    <w:p w14:paraId="37BAA13B" w14:textId="77777777" w:rsidR="00336714" w:rsidRPr="00617E33" w:rsidRDefault="00336714" w:rsidP="00ED4A5A">
      <w:pPr>
        <w:widowControl w:val="0"/>
        <w:suppressAutoHyphens/>
        <w:spacing w:after="0" w:line="240" w:lineRule="auto"/>
        <w:ind w:left="5954"/>
        <w:jc w:val="left"/>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priedas Nr. 3</w:t>
      </w:r>
    </w:p>
    <w:p w14:paraId="0DC82DFA" w14:textId="77777777" w:rsidR="00336714" w:rsidRPr="00617E33" w:rsidRDefault="00336714" w:rsidP="00336714">
      <w:pPr>
        <w:widowControl w:val="0"/>
        <w:suppressAutoHyphens/>
        <w:spacing w:after="0" w:line="240" w:lineRule="auto"/>
        <w:ind w:left="7200"/>
        <w:jc w:val="left"/>
        <w:rPr>
          <w:rFonts w:ascii="Calibri Light" w:eastAsia="Times New Roman" w:hAnsi="Calibri Light" w:cs="Calibri Light"/>
          <w:color w:val="000000"/>
          <w:lang w:val="lt-LT" w:eastAsia="lt-LT"/>
        </w:rPr>
      </w:pPr>
    </w:p>
    <w:p w14:paraId="5398859E" w14:textId="77777777" w:rsidR="00336714" w:rsidRPr="00617E33" w:rsidRDefault="00336714" w:rsidP="00336714">
      <w:pPr>
        <w:widowControl w:val="0"/>
        <w:suppressAutoHyphens/>
        <w:spacing w:after="0" w:line="240" w:lineRule="auto"/>
        <w:ind w:left="7200"/>
        <w:jc w:val="left"/>
        <w:rPr>
          <w:rFonts w:ascii="Calibri Light" w:eastAsia="Times New Roman" w:hAnsi="Calibri Light" w:cs="Calibri Light"/>
          <w:color w:val="000000"/>
          <w:lang w:val="lt-LT" w:eastAsia="lt-LT"/>
        </w:rPr>
      </w:pPr>
    </w:p>
    <w:p w14:paraId="1D4AE846" w14:textId="77777777" w:rsidR="00336714" w:rsidRPr="00617E33" w:rsidRDefault="00336714" w:rsidP="00336714">
      <w:pPr>
        <w:widowControl w:val="0"/>
        <w:suppressAutoHyphens/>
        <w:spacing w:after="0" w:line="240" w:lineRule="auto"/>
        <w:jc w:val="center"/>
        <w:rPr>
          <w:rFonts w:ascii="Calibri Light" w:eastAsia="Times New Roman" w:hAnsi="Calibri Light" w:cs="Calibri Light"/>
          <w:b/>
          <w:bCs/>
          <w:lang w:val="lt-LT"/>
        </w:rPr>
      </w:pPr>
      <w:r w:rsidRPr="00617E33">
        <w:rPr>
          <w:rFonts w:ascii="Calibri Light" w:eastAsia="Times New Roman" w:hAnsi="Calibri Light" w:cs="Calibri Light"/>
          <w:color w:val="000000"/>
          <w:lang w:val="lt-LT" w:eastAsia="lt-LT"/>
        </w:rPr>
        <w:t>(</w:t>
      </w:r>
      <w:r w:rsidRPr="00617E33">
        <w:rPr>
          <w:rFonts w:ascii="Calibri Light" w:eastAsia="Times New Roman" w:hAnsi="Calibri Light" w:cs="Calibri Light"/>
          <w:b/>
          <w:color w:val="000000"/>
          <w:lang w:val="lt-LT" w:eastAsia="lt-LT"/>
        </w:rPr>
        <w:t xml:space="preserve">Konfidencialumo pasižadėjimo </w:t>
      </w:r>
      <w:r w:rsidRPr="00617E33">
        <w:rPr>
          <w:rFonts w:ascii="Calibri Light" w:eastAsia="Times New Roman" w:hAnsi="Calibri Light" w:cs="Calibri Light"/>
          <w:b/>
          <w:bCs/>
          <w:lang w:val="lt-LT"/>
        </w:rPr>
        <w:t>neatskleisti informacijos, kuri taps žinoma</w:t>
      </w:r>
    </w:p>
    <w:p w14:paraId="5DBD9228"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b/>
          <w:bCs/>
          <w:lang w:val="lt-LT"/>
        </w:rPr>
        <w:t>vykdant sutartį, forma)</w:t>
      </w:r>
    </w:p>
    <w:p w14:paraId="4C9CE25F"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p>
    <w:p w14:paraId="39A5282F" w14:textId="77777777" w:rsidR="00336714" w:rsidRPr="00617E33" w:rsidRDefault="00336714" w:rsidP="00336714">
      <w:pPr>
        <w:widowControl w:val="0"/>
        <w:suppressAutoHyphens/>
        <w:spacing w:after="0"/>
        <w:jc w:val="center"/>
        <w:rPr>
          <w:rFonts w:ascii="Calibri Light" w:eastAsia="Times New Roman" w:hAnsi="Calibri Light" w:cs="Calibri Light"/>
          <w:b/>
          <w:color w:val="000000"/>
          <w:lang w:val="lt-LT" w:eastAsia="lt-LT"/>
        </w:rPr>
      </w:pPr>
      <w:r w:rsidRPr="00617E33">
        <w:rPr>
          <w:rFonts w:ascii="Calibri Light" w:eastAsia="Times New Roman" w:hAnsi="Calibri Light" w:cs="Calibri Light"/>
          <w:b/>
          <w:color w:val="000000"/>
          <w:lang w:val="lt-LT" w:eastAsia="lt-LT"/>
        </w:rPr>
        <w:t>KONFIDENCIALUMO PASIŽADĖJIMAS</w:t>
      </w:r>
    </w:p>
    <w:p w14:paraId="10036C78" w14:textId="77777777" w:rsidR="00336714" w:rsidRPr="00617E33" w:rsidRDefault="00336714" w:rsidP="00336714">
      <w:pPr>
        <w:widowControl w:val="0"/>
        <w:suppressAutoHyphens/>
        <w:spacing w:after="0"/>
        <w:jc w:val="center"/>
        <w:rPr>
          <w:rFonts w:ascii="Calibri Light" w:eastAsia="Times New Roman" w:hAnsi="Calibri Light" w:cs="Calibri Light"/>
          <w:b/>
          <w:color w:val="000000"/>
          <w:lang w:val="lt-LT" w:eastAsia="lt-LT"/>
        </w:rPr>
      </w:pPr>
      <w:r w:rsidRPr="00617E33">
        <w:rPr>
          <w:rFonts w:ascii="Calibri Light" w:eastAsia="Times New Roman" w:hAnsi="Calibri Light" w:cs="Calibri Light"/>
          <w:b/>
          <w:bCs/>
          <w:lang w:val="lt-LT"/>
        </w:rPr>
        <w:t xml:space="preserve">NEATSKLEISTI INFORMACIJOS, KURI TAPS ŽINOMA VYKDANT SUTARTĮ </w:t>
      </w:r>
    </w:p>
    <w:p w14:paraId="6E64DF74"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p>
    <w:p w14:paraId="2EDD5742"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________________________</w:t>
      </w:r>
    </w:p>
    <w:p w14:paraId="7C694B07"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(data)</w:t>
      </w:r>
    </w:p>
    <w:p w14:paraId="6E703364"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p>
    <w:p w14:paraId="61707A3D"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________________________</w:t>
      </w:r>
    </w:p>
    <w:p w14:paraId="330E5A31"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(vieta)</w:t>
      </w:r>
    </w:p>
    <w:p w14:paraId="48A6D015" w14:textId="77777777" w:rsidR="00336714" w:rsidRPr="00617E33" w:rsidRDefault="00336714" w:rsidP="00336714">
      <w:pPr>
        <w:widowControl w:val="0"/>
        <w:suppressAutoHyphens/>
        <w:spacing w:after="0"/>
        <w:ind w:firstLine="709"/>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Aš, ____________________________________________________________, eidamas (-a)</w:t>
      </w:r>
    </w:p>
    <w:p w14:paraId="42899E01"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(vardas, pavardė)</w:t>
      </w:r>
    </w:p>
    <w:p w14:paraId="347F672D"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________________________________________________________________________________</w:t>
      </w:r>
    </w:p>
    <w:p w14:paraId="16A608E2"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(juridinio asmens pavadinimas)</w:t>
      </w:r>
    </w:p>
    <w:p w14:paraId="7AAF9047"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p>
    <w:p w14:paraId="3C3EED41"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________________________________________________________________________ pareigas,</w:t>
      </w:r>
    </w:p>
    <w:p w14:paraId="55209B06"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(pareigų pavadinimas)</w:t>
      </w:r>
    </w:p>
    <w:p w14:paraId="5EE808CC"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p>
    <w:p w14:paraId="06A66F3A"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ir dirbdamas (-a) pagal sutartį ________________________________________________________</w:t>
      </w:r>
    </w:p>
    <w:p w14:paraId="3A05B3E0" w14:textId="77777777" w:rsidR="00336714" w:rsidRPr="00617E33" w:rsidRDefault="00336714" w:rsidP="00336714">
      <w:pPr>
        <w:widowControl w:val="0"/>
        <w:suppressAutoHyphens/>
        <w:spacing w:after="0"/>
        <w:jc w:val="left"/>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 xml:space="preserve">                                           </w:t>
      </w:r>
      <w:r>
        <w:rPr>
          <w:rFonts w:ascii="Calibri Light" w:eastAsia="Times New Roman" w:hAnsi="Calibri Light" w:cs="Calibri Light"/>
          <w:color w:val="000000"/>
          <w:lang w:val="lt-LT" w:eastAsia="lt-LT"/>
        </w:rPr>
        <w:t xml:space="preserve">                                        </w:t>
      </w:r>
      <w:r w:rsidRPr="00617E33">
        <w:rPr>
          <w:rFonts w:ascii="Calibri Light" w:eastAsia="Times New Roman" w:hAnsi="Calibri Light" w:cs="Calibri Light"/>
          <w:color w:val="000000"/>
          <w:lang w:val="lt-LT" w:eastAsia="lt-LT"/>
        </w:rPr>
        <w:t xml:space="preserve">        (sutarties pavadinimas, data, numeris)</w:t>
      </w:r>
    </w:p>
    <w:p w14:paraId="07D26DDF" w14:textId="77777777" w:rsidR="00336714" w:rsidRPr="00617E33" w:rsidRDefault="00336714" w:rsidP="00336714">
      <w:pPr>
        <w:widowControl w:val="0"/>
        <w:suppressAutoHyphens/>
        <w:spacing w:after="0"/>
        <w:ind w:left="3600"/>
        <w:jc w:val="center"/>
        <w:rPr>
          <w:rFonts w:ascii="Calibri Light" w:eastAsia="Times New Roman" w:hAnsi="Calibri Light" w:cs="Calibri Light"/>
          <w:color w:val="000000"/>
          <w:lang w:val="lt-LT" w:eastAsia="lt-LT"/>
        </w:rPr>
      </w:pPr>
    </w:p>
    <w:p w14:paraId="2ECDC128"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__________________________________________________________________</w:t>
      </w:r>
      <w:r>
        <w:rPr>
          <w:rFonts w:ascii="Calibri Light" w:eastAsia="Times New Roman" w:hAnsi="Calibri Light" w:cs="Calibri Light"/>
          <w:color w:val="000000"/>
          <w:lang w:val="lt-LT" w:eastAsia="lt-LT"/>
        </w:rPr>
        <w:t>________________</w:t>
      </w:r>
      <w:r w:rsidRPr="00617E33">
        <w:rPr>
          <w:rFonts w:ascii="Calibri Light" w:eastAsia="Times New Roman" w:hAnsi="Calibri Light" w:cs="Calibri Light"/>
          <w:color w:val="000000"/>
          <w:lang w:val="lt-LT" w:eastAsia="lt-LT"/>
        </w:rPr>
        <w:t>,</w:t>
      </w:r>
    </w:p>
    <w:p w14:paraId="2677D767"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p>
    <w:p w14:paraId="5E8F42EA" w14:textId="77777777" w:rsidR="00336714" w:rsidRPr="00617E33" w:rsidRDefault="00336714" w:rsidP="00336714">
      <w:pPr>
        <w:widowControl w:val="0"/>
        <w:suppressAutoHyphens/>
        <w:spacing w:after="0"/>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 xml:space="preserve">sudarytą tarp Informatikos ir ryšių departamento prie Lietuvos Respublikos vidaus reikalų ministerijos ir </w:t>
      </w:r>
    </w:p>
    <w:p w14:paraId="3906E333" w14:textId="77777777" w:rsidR="00336714" w:rsidRPr="00617E33" w:rsidRDefault="00336714" w:rsidP="00336714">
      <w:pPr>
        <w:widowControl w:val="0"/>
        <w:suppressAutoHyphens/>
        <w:spacing w:after="0"/>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_________________________________________________________________________,</w:t>
      </w:r>
    </w:p>
    <w:p w14:paraId="5846ED59" w14:textId="77777777" w:rsidR="00336714" w:rsidRPr="00617E33" w:rsidRDefault="00336714" w:rsidP="00336714">
      <w:pPr>
        <w:widowControl w:val="0"/>
        <w:suppressAutoHyphens/>
        <w:spacing w:after="0"/>
        <w:jc w:val="center"/>
        <w:rPr>
          <w:rFonts w:ascii="Calibri Light" w:eastAsia="Times New Roman" w:hAnsi="Calibri Light" w:cs="Calibri Light"/>
          <w:color w:val="000000"/>
          <w:lang w:val="lt-LT" w:eastAsia="lt-LT"/>
        </w:rPr>
      </w:pPr>
      <w:r w:rsidRPr="00617E33">
        <w:rPr>
          <w:rFonts w:ascii="Calibri Light" w:eastAsia="Times New Roman" w:hAnsi="Calibri Light" w:cs="Calibri Light"/>
          <w:color w:val="000000"/>
          <w:lang w:val="lt-LT" w:eastAsia="lt-LT"/>
        </w:rPr>
        <w:t xml:space="preserve">(sutarties šalies pavadinimas) (toliau – Sutartis), </w:t>
      </w:r>
    </w:p>
    <w:p w14:paraId="340C56A9" w14:textId="77777777" w:rsidR="00336714" w:rsidRPr="00617E33" w:rsidRDefault="00336714" w:rsidP="00336714">
      <w:pPr>
        <w:tabs>
          <w:tab w:val="left" w:pos="284"/>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1.</w:t>
      </w:r>
      <w:r w:rsidRPr="00617E33">
        <w:rPr>
          <w:rFonts w:ascii="Calibri Light" w:eastAsia="Times New Roman" w:hAnsi="Calibri Light" w:cs="Calibri Light"/>
          <w:lang w:val="lt-LT"/>
        </w:rPr>
        <w:tab/>
        <w:t>Patvirtinu, kad esu susipažinęs (-usi) su 2016 m. balandžio 27 d. Europos Parlamento ir Tarybos reglamentu (ES) 2016/679 dėl fizinių asmenų apsaugos tvarkant asmens duomenis ir dėl laisvo tokių duomenų judėjimo, ir kuriuo panaikinama Direktyva 95/46/EB (Bendruoju duomenų apsaugos reglamentu), Lietuvos Respublikos valstybės informacinių išteklių valdymo įstatymu, Lietuvos Respublikos kibernetinio saugumo įstatymu, 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58655760" w14:textId="77777777" w:rsidR="00336714" w:rsidRPr="00617E33" w:rsidRDefault="00336714" w:rsidP="00336714">
      <w:pPr>
        <w:tabs>
          <w:tab w:val="left" w:pos="284"/>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2.</w:t>
      </w:r>
      <w:r w:rsidRPr="00617E33">
        <w:rPr>
          <w:rFonts w:ascii="Calibri Light" w:eastAsia="Times New Roman" w:hAnsi="Calibri Light" w:cs="Calibri Light"/>
          <w:lang w:val="lt-LT"/>
        </w:rPr>
        <w:tab/>
        <w:t xml:space="preserve">Pasižadu: </w:t>
      </w:r>
    </w:p>
    <w:p w14:paraId="42D5F0BD" w14:textId="77777777" w:rsidR="00336714" w:rsidRPr="00617E33" w:rsidRDefault="00336714" w:rsidP="00336714">
      <w:pPr>
        <w:tabs>
          <w:tab w:val="left" w:pos="426"/>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2.1.</w:t>
      </w:r>
      <w:r w:rsidRPr="00617E33">
        <w:rPr>
          <w:rFonts w:ascii="Calibri Light" w:eastAsia="Times New Roman" w:hAnsi="Calibri Light" w:cs="Calibri Light"/>
          <w:lang w:val="lt-LT"/>
        </w:rPr>
        <w:tab/>
        <w:t>nuo Sutarties pasirašymo momento saugoti ir tik Sutarties vykdymo tikslais naudoti visą su Sutartimi bei jos vykdymu susijusią informaciją, kuri man taps žinoma, taip pat dokumentus, kurie man bus perduoti ar prieinami;</w:t>
      </w:r>
    </w:p>
    <w:p w14:paraId="24816DF6" w14:textId="77777777" w:rsidR="00336714" w:rsidRPr="00617E33" w:rsidRDefault="00336714" w:rsidP="00336714">
      <w:pPr>
        <w:tabs>
          <w:tab w:val="left" w:pos="426"/>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2.2.</w:t>
      </w:r>
      <w:r w:rsidRPr="00617E33">
        <w:rPr>
          <w:rFonts w:ascii="Calibri Light" w:eastAsia="Times New Roman" w:hAnsi="Calibri Light" w:cs="Calibri Light"/>
          <w:lang w:val="lt-LT"/>
        </w:rPr>
        <w:tab/>
        <w:t xml:space="preserve">užtikrinti iš Informatikos ir ryšių departamento prie Lietuvos Respublikos vidaus reikalų ministerijos gautų informacijos ir dokumentų bei Sutarties vykdymo metu sukuriamų informacijos ir dokumentų konfidencialumą ir saugumą, naudoti šiuos gautus ir sukurtus informaciją bei dokumentus tik Sutarties </w:t>
      </w:r>
      <w:r w:rsidRPr="00617E33">
        <w:rPr>
          <w:rFonts w:ascii="Calibri Light" w:eastAsia="Times New Roman" w:hAnsi="Calibri Light" w:cs="Calibri Light"/>
          <w:lang w:val="lt-LT"/>
        </w:rPr>
        <w:lastRenderedPageBreak/>
        <w:t>vykdymo tikslais, šios informacijos ir dokumentų neplatinti, nedauginti, nenaudoti savo asmeniniams ar trečiųjų asmenų poreikiams, jokia forma ir būdu neatskleisti tretiesiems asmenims, išskyrus Lietuvos Respublikos įstatymų nustatytus atvejus;</w:t>
      </w:r>
    </w:p>
    <w:p w14:paraId="14642E0B" w14:textId="77777777" w:rsidR="00336714" w:rsidRPr="00617E33" w:rsidRDefault="00336714" w:rsidP="00336714">
      <w:pPr>
        <w:tabs>
          <w:tab w:val="left" w:pos="426"/>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2.3.</w:t>
      </w:r>
      <w:r w:rsidRPr="00617E33">
        <w:rPr>
          <w:rFonts w:ascii="Calibri Light" w:eastAsia="Times New Roman" w:hAnsi="Calibri Light" w:cs="Calibri Light"/>
          <w:lang w:val="lt-LT"/>
        </w:rPr>
        <w:tab/>
        <w:t xml:space="preserve">visus man patikėtus dokumentus ir informaciją saugoti tokiu būdu, kad tretieji asmenys neturėtų galimybės su jais susipažinti ar pasinaudoti; </w:t>
      </w:r>
    </w:p>
    <w:p w14:paraId="62470DE6" w14:textId="77777777" w:rsidR="00336714" w:rsidRPr="00617E33" w:rsidRDefault="00336714" w:rsidP="00336714">
      <w:pPr>
        <w:tabs>
          <w:tab w:val="left" w:pos="426"/>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2.4.</w:t>
      </w:r>
      <w:r w:rsidRPr="00617E33">
        <w:rPr>
          <w:rFonts w:ascii="Calibri Light" w:eastAsia="Times New Roman" w:hAnsi="Calibri Light" w:cs="Calibri Light"/>
          <w:lang w:val="lt-LT"/>
        </w:rPr>
        <w:tab/>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5AED0958" w14:textId="77777777" w:rsidR="00336714" w:rsidRPr="00617E33" w:rsidRDefault="00336714" w:rsidP="00336714">
      <w:pPr>
        <w:tabs>
          <w:tab w:val="left" w:pos="426"/>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2.5.</w:t>
      </w:r>
      <w:r w:rsidRPr="00617E33">
        <w:rPr>
          <w:rFonts w:ascii="Calibri Light" w:eastAsia="Times New Roman" w:hAnsi="Calibri Light" w:cs="Calibri Light"/>
          <w:lang w:val="lt-LT"/>
        </w:rPr>
        <w:tab/>
        <w:t>laikytis konfidencialumo įsipareigojimų, nurodytų 2.1–2.4 papunkčiuose, Sutarties vykdymo metu ir Sutarčiai pasibaigus, ją nutraukus, taip pat pasikeitus ar nutrūkus mano darbo santykiams.</w:t>
      </w:r>
    </w:p>
    <w:p w14:paraId="528C582C" w14:textId="77777777" w:rsidR="00336714" w:rsidRPr="00617E33" w:rsidRDefault="00336714" w:rsidP="00336714">
      <w:pPr>
        <w:tabs>
          <w:tab w:val="left" w:pos="284"/>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3.</w:t>
      </w:r>
      <w:r w:rsidRPr="00617E33">
        <w:rPr>
          <w:rFonts w:ascii="Calibri Light" w:eastAsia="Times New Roman" w:hAnsi="Calibri Light" w:cs="Calibri Light"/>
          <w:lang w:val="lt-LT"/>
        </w:rPr>
        <w:tab/>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D1F7CB4" w14:textId="77777777" w:rsidR="00336714" w:rsidRPr="00617E33" w:rsidRDefault="00336714" w:rsidP="00336714">
      <w:pPr>
        <w:tabs>
          <w:tab w:val="left" w:pos="284"/>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4.</w:t>
      </w:r>
      <w:r w:rsidRPr="00617E33">
        <w:rPr>
          <w:rFonts w:ascii="Calibri Light" w:eastAsia="Times New Roman" w:hAnsi="Calibri Light" w:cs="Calibri Light"/>
          <w:lang w:val="lt-LT"/>
        </w:rPr>
        <w:tab/>
        <w:t>Esu įspėtas (-a), kad:</w:t>
      </w:r>
    </w:p>
    <w:p w14:paraId="6BFFF4BB" w14:textId="77777777" w:rsidR="00336714" w:rsidRPr="00617E33" w:rsidRDefault="00336714" w:rsidP="00336714">
      <w:pPr>
        <w:tabs>
          <w:tab w:val="left" w:pos="426"/>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4.1.</w:t>
      </w:r>
      <w:r w:rsidRPr="00617E33">
        <w:rPr>
          <w:rFonts w:ascii="Calibri Light" w:eastAsia="Times New Roman" w:hAnsi="Calibri Light" w:cs="Calibri Light"/>
          <w:lang w:val="lt-LT"/>
        </w:rPr>
        <w:tab/>
        <w:t>šis pasižadėjimas galios neterminuotą laiką;</w:t>
      </w:r>
    </w:p>
    <w:p w14:paraId="555CA723" w14:textId="77777777" w:rsidR="00336714" w:rsidRPr="00617E33" w:rsidRDefault="00336714" w:rsidP="00336714">
      <w:pPr>
        <w:tabs>
          <w:tab w:val="left" w:pos="426"/>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4.2.</w:t>
      </w:r>
      <w:r w:rsidRPr="00617E33">
        <w:rPr>
          <w:rFonts w:ascii="Calibri Light" w:eastAsia="Times New Roman" w:hAnsi="Calibri Light" w:cs="Calibri Light"/>
          <w:lang w:val="lt-LT"/>
        </w:rPr>
        <w:tab/>
        <w:t>su Sutartimi ir jos vykdymu susijusią informaciją, kuri man taps žinoma, bei dokumentus galėsiu atskleisti tik Lietuvos Respublikos įstatymų nustatytais atvejais;</w:t>
      </w:r>
    </w:p>
    <w:p w14:paraId="5E84D7A2" w14:textId="77777777" w:rsidR="00336714" w:rsidRPr="00617E33" w:rsidRDefault="00336714" w:rsidP="00336714">
      <w:pPr>
        <w:tabs>
          <w:tab w:val="left" w:pos="426"/>
          <w:tab w:val="left" w:pos="993"/>
        </w:tabs>
        <w:spacing w:after="0"/>
        <w:ind w:firstLine="567"/>
        <w:rPr>
          <w:rFonts w:ascii="Calibri Light" w:eastAsia="Times New Roman" w:hAnsi="Calibri Light" w:cs="Calibri Light"/>
          <w:lang w:val="lt-LT"/>
        </w:rPr>
      </w:pPr>
      <w:r w:rsidRPr="00617E33">
        <w:rPr>
          <w:rFonts w:ascii="Calibri Light" w:eastAsia="Times New Roman" w:hAnsi="Calibri Light" w:cs="Calibri Light"/>
          <w:lang w:val="lt-LT"/>
        </w:rPr>
        <w:t>4.3.</w:t>
      </w:r>
      <w:r w:rsidRPr="00617E33">
        <w:rPr>
          <w:rFonts w:ascii="Calibri Light" w:eastAsia="Times New Roman" w:hAnsi="Calibri Light" w:cs="Calibri Light"/>
          <w:lang w:val="lt-LT"/>
        </w:rPr>
        <w:tab/>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29514D9A" w14:textId="77777777" w:rsidR="00336714" w:rsidRPr="00617E33" w:rsidRDefault="00336714" w:rsidP="00336714">
      <w:pPr>
        <w:widowControl w:val="0"/>
        <w:suppressAutoHyphens/>
        <w:spacing w:after="0"/>
        <w:rPr>
          <w:rFonts w:ascii="Calibri Light" w:eastAsia="Times New Roman" w:hAnsi="Calibri Light" w:cs="Calibri Light"/>
          <w:color w:val="000000"/>
          <w:lang w:val="lt-LT" w:eastAsia="lt-LT"/>
        </w:rPr>
      </w:pPr>
    </w:p>
    <w:p w14:paraId="2F1AC811" w14:textId="77777777" w:rsidR="00336714" w:rsidRPr="00617E33" w:rsidRDefault="00336714" w:rsidP="00336714">
      <w:pPr>
        <w:spacing w:after="0"/>
        <w:rPr>
          <w:rFonts w:ascii="Calibri Light" w:eastAsia="Times New Roman" w:hAnsi="Calibri Light" w:cs="Calibri Light"/>
          <w:lang w:val="lt-LT"/>
        </w:rPr>
      </w:pPr>
      <w:r w:rsidRPr="00617E33">
        <w:rPr>
          <w:rFonts w:ascii="Calibri Light" w:eastAsia="Times New Roman" w:hAnsi="Calibri Light" w:cs="Calibri Light"/>
          <w:lang w:val="lt-LT"/>
        </w:rPr>
        <w:t>_________________________</w:t>
      </w:r>
      <w:r w:rsidRPr="00617E33">
        <w:rPr>
          <w:rFonts w:ascii="Calibri Light" w:eastAsia="Times New Roman" w:hAnsi="Calibri Light" w:cs="Calibri Light"/>
          <w:lang w:val="lt-LT"/>
        </w:rPr>
        <w:tab/>
        <w:t xml:space="preserve">     </w:t>
      </w:r>
      <w:r>
        <w:rPr>
          <w:rFonts w:ascii="Calibri Light" w:eastAsia="Times New Roman" w:hAnsi="Calibri Light" w:cs="Calibri Light"/>
          <w:lang w:val="lt-LT"/>
        </w:rPr>
        <w:t xml:space="preserve">                                                                    </w:t>
      </w:r>
      <w:r w:rsidRPr="00617E33">
        <w:rPr>
          <w:rFonts w:ascii="Calibri Light" w:eastAsia="Times New Roman" w:hAnsi="Calibri Light" w:cs="Calibri Light"/>
          <w:lang w:val="lt-LT"/>
        </w:rPr>
        <w:t xml:space="preserve">         ______________________</w:t>
      </w:r>
    </w:p>
    <w:p w14:paraId="3179F3B7" w14:textId="77777777" w:rsidR="00336714" w:rsidRPr="00617E33" w:rsidRDefault="00336714" w:rsidP="00336714">
      <w:pPr>
        <w:spacing w:after="0"/>
        <w:ind w:left="426" w:firstLine="720"/>
        <w:rPr>
          <w:rFonts w:ascii="Calibri Light" w:eastAsia="Times New Roman" w:hAnsi="Calibri Light" w:cs="Calibri Light"/>
          <w:lang w:val="lt-LT"/>
        </w:rPr>
      </w:pPr>
      <w:r w:rsidRPr="00617E33">
        <w:rPr>
          <w:rFonts w:ascii="Calibri Light" w:eastAsia="Times New Roman" w:hAnsi="Calibri Light" w:cs="Calibri Light"/>
          <w:lang w:val="lt-LT"/>
        </w:rPr>
        <w:t>(parašas)</w:t>
      </w:r>
      <w:r>
        <w:rPr>
          <w:rFonts w:ascii="Calibri Light" w:eastAsia="Times New Roman" w:hAnsi="Calibri Light" w:cs="Calibri Light"/>
          <w:lang w:val="lt-LT"/>
        </w:rPr>
        <w:t xml:space="preserve">                                                                                                          </w:t>
      </w:r>
      <w:r w:rsidRPr="00617E33">
        <w:rPr>
          <w:rFonts w:ascii="Calibri Light" w:eastAsia="Times New Roman" w:hAnsi="Calibri Light" w:cs="Calibri Light"/>
          <w:lang w:val="lt-LT"/>
        </w:rPr>
        <w:tab/>
      </w:r>
      <w:r w:rsidRPr="00617E33">
        <w:rPr>
          <w:rFonts w:ascii="Calibri Light" w:eastAsia="Times New Roman" w:hAnsi="Calibri Light" w:cs="Calibri Light"/>
          <w:lang w:val="lt-LT"/>
        </w:rPr>
        <w:tab/>
      </w:r>
      <w:r w:rsidRPr="00617E33">
        <w:rPr>
          <w:rFonts w:ascii="Calibri Light" w:eastAsia="Times New Roman" w:hAnsi="Calibri Light" w:cs="Calibri Light"/>
          <w:lang w:val="lt-LT"/>
        </w:rPr>
        <w:tab/>
        <w:t>(vardas, pavardė)</w:t>
      </w:r>
    </w:p>
    <w:tbl>
      <w:tblPr>
        <w:tblW w:w="9474" w:type="dxa"/>
        <w:tblInd w:w="165" w:type="dxa"/>
        <w:tblLook w:val="0000" w:firstRow="0" w:lastRow="0" w:firstColumn="0" w:lastColumn="0" w:noHBand="0" w:noVBand="0"/>
      </w:tblPr>
      <w:tblGrid>
        <w:gridCol w:w="4479"/>
        <w:gridCol w:w="426"/>
        <w:gridCol w:w="4569"/>
      </w:tblGrid>
      <w:tr w:rsidR="00DE5BEA" w:rsidRPr="00DB1115" w14:paraId="34486EB9" w14:textId="77777777" w:rsidTr="00A72381">
        <w:trPr>
          <w:trHeight w:val="993"/>
        </w:trPr>
        <w:tc>
          <w:tcPr>
            <w:tcW w:w="4479" w:type="dxa"/>
          </w:tcPr>
          <w:p w14:paraId="302BCC22" w14:textId="77777777" w:rsidR="00DE5BEA" w:rsidRPr="00ED4A5A" w:rsidRDefault="00DE5BEA" w:rsidP="00A72381">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pt-BR"/>
              </w:rPr>
            </w:pPr>
            <w:r w:rsidRPr="00ED4A5A">
              <w:rPr>
                <w:rFonts w:ascii="Times New Roman" w:eastAsia="Times New Roman" w:hAnsi="Times New Roman" w:cs="Times New Roman"/>
                <w:b/>
                <w:sz w:val="24"/>
                <w:szCs w:val="24"/>
                <w:lang w:val="pt-BR"/>
              </w:rPr>
              <w:t>PIRKĖJAS</w:t>
            </w:r>
          </w:p>
          <w:p w14:paraId="1B42FB50" w14:textId="77777777" w:rsidR="00DE5BEA" w:rsidRPr="00ED4A5A" w:rsidRDefault="00DE5BEA" w:rsidP="00A72381">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pt-BR"/>
              </w:rPr>
            </w:pPr>
          </w:p>
          <w:p w14:paraId="73AFE00F" w14:textId="77777777" w:rsidR="00DE5BEA" w:rsidRPr="00ED4A5A" w:rsidRDefault="00DE5BEA" w:rsidP="00A72381">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pt-BR"/>
              </w:rPr>
            </w:pPr>
            <w:r w:rsidRPr="00ED4A5A">
              <w:rPr>
                <w:rFonts w:ascii="Times New Roman" w:eastAsia="Times New Roman" w:hAnsi="Times New Roman" w:cs="Times New Roman"/>
                <w:b/>
                <w:sz w:val="24"/>
                <w:szCs w:val="24"/>
                <w:lang w:val="pt-BR"/>
              </w:rPr>
              <w:t xml:space="preserve">Informatikos ir ryšių departamentas prie Lietuvos Respublikos vidaus reikalų ministerijos </w:t>
            </w:r>
          </w:p>
          <w:p w14:paraId="3D33A1E6" w14:textId="77777777" w:rsidR="00DE5BEA" w:rsidRPr="00ED4A5A" w:rsidRDefault="00DE5BEA" w:rsidP="00A72381">
            <w:pPr>
              <w:tabs>
                <w:tab w:val="left" w:pos="720"/>
                <w:tab w:val="left" w:pos="1008"/>
                <w:tab w:val="left" w:pos="9630"/>
              </w:tabs>
              <w:spacing w:after="0" w:line="240" w:lineRule="auto"/>
              <w:ind w:right="8"/>
              <w:jc w:val="left"/>
              <w:rPr>
                <w:rFonts w:ascii="Times New Roman" w:eastAsia="Times New Roman" w:hAnsi="Times New Roman" w:cs="Times New Roman"/>
                <w:bCs/>
                <w:sz w:val="24"/>
                <w:szCs w:val="24"/>
                <w:lang w:val="pt-BR"/>
              </w:rPr>
            </w:pPr>
          </w:p>
          <w:p w14:paraId="00D6D78A" w14:textId="77777777" w:rsidR="00DE5BEA" w:rsidRPr="00842480" w:rsidRDefault="00DE5BEA" w:rsidP="00A72381">
            <w:pPr>
              <w:tabs>
                <w:tab w:val="left" w:pos="720"/>
                <w:tab w:val="left" w:pos="1008"/>
                <w:tab w:val="left" w:pos="9630"/>
              </w:tabs>
              <w:spacing w:after="0" w:line="240" w:lineRule="auto"/>
              <w:ind w:right="8"/>
              <w:jc w:val="left"/>
              <w:rPr>
                <w:rFonts w:ascii="Times New Roman" w:eastAsia="Times New Roman" w:hAnsi="Times New Roman" w:cs="Times New Roman"/>
                <w:bCs/>
                <w:sz w:val="24"/>
                <w:szCs w:val="24"/>
              </w:rPr>
            </w:pPr>
            <w:r w:rsidRPr="00842480">
              <w:rPr>
                <w:rFonts w:ascii="Times New Roman" w:eastAsia="Times New Roman" w:hAnsi="Times New Roman" w:cs="Times New Roman"/>
                <w:bCs/>
                <w:sz w:val="24"/>
                <w:szCs w:val="24"/>
              </w:rPr>
              <w:t>Direktorė</w:t>
            </w:r>
          </w:p>
          <w:p w14:paraId="4D177A96" w14:textId="77777777" w:rsidR="00DE5BEA" w:rsidRPr="00842480" w:rsidRDefault="00DE5BEA" w:rsidP="00A72381">
            <w:pPr>
              <w:tabs>
                <w:tab w:val="left" w:pos="9630"/>
              </w:tabs>
              <w:spacing w:after="0" w:line="240" w:lineRule="auto"/>
              <w:jc w:val="left"/>
              <w:rPr>
                <w:rFonts w:ascii="Times New Roman" w:eastAsia="Times New Roman" w:hAnsi="Times New Roman" w:cs="Times New Roman"/>
                <w:sz w:val="24"/>
                <w:szCs w:val="24"/>
              </w:rPr>
            </w:pPr>
            <w:r w:rsidRPr="00842480">
              <w:rPr>
                <w:rFonts w:ascii="Times New Roman" w:eastAsia="Times New Roman" w:hAnsi="Times New Roman" w:cs="Times New Roman"/>
                <w:bCs/>
                <w:sz w:val="24"/>
                <w:szCs w:val="24"/>
              </w:rPr>
              <w:t>Viktorija Rūkštelė</w:t>
            </w:r>
          </w:p>
        </w:tc>
        <w:tc>
          <w:tcPr>
            <w:tcW w:w="426" w:type="dxa"/>
          </w:tcPr>
          <w:p w14:paraId="18C6A1D7" w14:textId="77777777" w:rsidR="00DE5BEA" w:rsidRPr="00842480" w:rsidRDefault="00DE5BEA" w:rsidP="00A72381">
            <w:pPr>
              <w:keepNext/>
              <w:tabs>
                <w:tab w:val="left" w:pos="9630"/>
              </w:tabs>
              <w:spacing w:after="0" w:line="240" w:lineRule="auto"/>
              <w:ind w:right="8"/>
              <w:outlineLvl w:val="0"/>
              <w:rPr>
                <w:rFonts w:ascii="Times New Roman" w:eastAsia="Arial Unicode MS" w:hAnsi="Times New Roman" w:cs="Times New Roman"/>
                <w:b/>
                <w:bCs/>
                <w:sz w:val="24"/>
                <w:szCs w:val="24"/>
              </w:rPr>
            </w:pPr>
          </w:p>
        </w:tc>
        <w:tc>
          <w:tcPr>
            <w:tcW w:w="4569" w:type="dxa"/>
          </w:tcPr>
          <w:p w14:paraId="173B6FC7" w14:textId="77777777" w:rsidR="00DE5BEA" w:rsidRPr="00842480" w:rsidRDefault="00DE5BEA" w:rsidP="00A72381">
            <w:pPr>
              <w:keepNext/>
              <w:tabs>
                <w:tab w:val="left" w:pos="9630"/>
              </w:tabs>
              <w:spacing w:after="0" w:line="240" w:lineRule="auto"/>
              <w:ind w:right="8"/>
              <w:outlineLvl w:val="0"/>
              <w:rPr>
                <w:rFonts w:ascii="Times New Roman" w:eastAsia="Arial Unicode MS" w:hAnsi="Times New Roman" w:cs="Times New Roman"/>
                <w:b/>
                <w:bCs/>
                <w:sz w:val="24"/>
                <w:szCs w:val="24"/>
              </w:rPr>
            </w:pPr>
            <w:r w:rsidRPr="00842480">
              <w:rPr>
                <w:rFonts w:ascii="Times New Roman" w:eastAsia="Arial Unicode MS" w:hAnsi="Times New Roman" w:cs="Times New Roman"/>
                <w:b/>
                <w:bCs/>
                <w:sz w:val="24"/>
                <w:szCs w:val="24"/>
              </w:rPr>
              <w:t>TIEKĖJAS</w:t>
            </w:r>
          </w:p>
          <w:p w14:paraId="5E3BE162" w14:textId="77777777" w:rsidR="00DE5BEA" w:rsidRPr="00842480" w:rsidRDefault="00DE5BEA" w:rsidP="00A72381">
            <w:pPr>
              <w:tabs>
                <w:tab w:val="left" w:pos="9630"/>
              </w:tabs>
              <w:spacing w:after="0" w:line="240" w:lineRule="auto"/>
              <w:ind w:right="8"/>
              <w:rPr>
                <w:rFonts w:ascii="Times New Roman" w:eastAsia="Times New Roman" w:hAnsi="Times New Roman" w:cs="Times New Roman"/>
                <w:b/>
                <w:sz w:val="24"/>
                <w:szCs w:val="24"/>
                <w:lang w:eastAsia="lt-LT"/>
              </w:rPr>
            </w:pPr>
          </w:p>
          <w:p w14:paraId="3A42605E" w14:textId="77777777" w:rsidR="00DE5BEA" w:rsidRPr="00ED4A5A" w:rsidRDefault="00DE5BEA" w:rsidP="00A72381">
            <w:pPr>
              <w:spacing w:after="0" w:line="240" w:lineRule="auto"/>
              <w:jc w:val="left"/>
              <w:rPr>
                <w:rFonts w:ascii="Times New Roman" w:eastAsia="Times New Roman" w:hAnsi="Times New Roman" w:cs="Times New Roman"/>
                <w:sz w:val="24"/>
                <w:szCs w:val="24"/>
                <w:lang w:val="pt-BR"/>
              </w:rPr>
            </w:pPr>
            <w:r w:rsidRPr="00ED4A5A">
              <w:rPr>
                <w:rFonts w:ascii="Times New Roman" w:eastAsia="Times New Roman" w:hAnsi="Times New Roman" w:cs="Times New Roman"/>
                <w:b/>
                <w:bCs/>
                <w:sz w:val="24"/>
                <w:szCs w:val="24"/>
                <w:lang w:val="pt-BR"/>
              </w:rPr>
              <w:t>UAB „Asseco Lietuva“</w:t>
            </w:r>
          </w:p>
          <w:p w14:paraId="1F77C1FA" w14:textId="77777777" w:rsidR="00DE5BEA" w:rsidRPr="00ED4A5A" w:rsidRDefault="00DE5BEA" w:rsidP="00A72381">
            <w:pPr>
              <w:spacing w:after="0" w:line="240" w:lineRule="auto"/>
              <w:jc w:val="left"/>
              <w:rPr>
                <w:rFonts w:ascii="Times New Roman" w:eastAsia="Times New Roman" w:hAnsi="Times New Roman" w:cs="Times New Roman"/>
                <w:sz w:val="24"/>
                <w:szCs w:val="24"/>
                <w:lang w:val="pt-BR"/>
              </w:rPr>
            </w:pPr>
          </w:p>
          <w:p w14:paraId="505966C4" w14:textId="77777777" w:rsidR="00DE5BEA" w:rsidRPr="00ED4A5A" w:rsidRDefault="00DE5BEA" w:rsidP="00A72381">
            <w:pPr>
              <w:spacing w:after="0" w:line="240" w:lineRule="auto"/>
              <w:jc w:val="left"/>
              <w:rPr>
                <w:rFonts w:ascii="Times New Roman" w:eastAsia="Times New Roman" w:hAnsi="Times New Roman" w:cs="Times New Roman"/>
                <w:sz w:val="24"/>
                <w:szCs w:val="24"/>
                <w:lang w:val="pt-BR"/>
              </w:rPr>
            </w:pPr>
          </w:p>
          <w:p w14:paraId="10C849F8" w14:textId="77777777" w:rsidR="00DE5BEA" w:rsidRPr="00ED4A5A" w:rsidRDefault="00DE5BEA" w:rsidP="00A72381">
            <w:pPr>
              <w:spacing w:after="0" w:line="240" w:lineRule="auto"/>
              <w:jc w:val="left"/>
              <w:rPr>
                <w:rFonts w:ascii="Times New Roman" w:eastAsia="Times New Roman" w:hAnsi="Times New Roman" w:cs="Times New Roman"/>
                <w:sz w:val="24"/>
                <w:szCs w:val="24"/>
                <w:lang w:val="pt-BR"/>
              </w:rPr>
            </w:pPr>
          </w:p>
          <w:p w14:paraId="6ECA5D9F" w14:textId="77777777" w:rsidR="00DE5BEA" w:rsidRPr="00ED4A5A" w:rsidRDefault="00DE5BEA" w:rsidP="00A72381">
            <w:pPr>
              <w:spacing w:after="0" w:line="240" w:lineRule="auto"/>
              <w:jc w:val="left"/>
              <w:rPr>
                <w:rFonts w:ascii="Times New Roman" w:eastAsia="Times New Roman" w:hAnsi="Times New Roman" w:cs="Times New Roman"/>
                <w:sz w:val="24"/>
                <w:szCs w:val="24"/>
                <w:lang w:val="pt-BR"/>
              </w:rPr>
            </w:pPr>
            <w:r w:rsidRPr="00ED4A5A">
              <w:rPr>
                <w:rFonts w:ascii="Times New Roman" w:eastAsia="Times New Roman" w:hAnsi="Times New Roman" w:cs="Times New Roman"/>
                <w:sz w:val="24"/>
                <w:szCs w:val="24"/>
                <w:lang w:val="pt-BR"/>
              </w:rPr>
              <w:t xml:space="preserve">Generalinis direktorius </w:t>
            </w:r>
          </w:p>
          <w:p w14:paraId="6476953F" w14:textId="77777777" w:rsidR="00DE5BEA" w:rsidRPr="00ED4A5A" w:rsidRDefault="00DE5BEA" w:rsidP="00A72381">
            <w:pPr>
              <w:spacing w:after="0" w:line="240" w:lineRule="auto"/>
              <w:jc w:val="left"/>
              <w:rPr>
                <w:rFonts w:ascii="Times New Roman" w:eastAsia="Times New Roman" w:hAnsi="Times New Roman" w:cs="Times New Roman"/>
                <w:sz w:val="24"/>
                <w:szCs w:val="24"/>
                <w:lang w:val="pt-BR"/>
              </w:rPr>
            </w:pPr>
            <w:r w:rsidRPr="00ED4A5A">
              <w:rPr>
                <w:rFonts w:ascii="Times New Roman" w:eastAsia="Times New Roman" w:hAnsi="Times New Roman" w:cs="Times New Roman"/>
                <w:sz w:val="24"/>
                <w:szCs w:val="24"/>
                <w:lang w:val="pt-BR"/>
              </w:rPr>
              <w:t>Albertas Šermokas</w:t>
            </w:r>
          </w:p>
        </w:tc>
      </w:tr>
    </w:tbl>
    <w:p w14:paraId="2E878E85" w14:textId="1C99F8CC" w:rsidR="00336714" w:rsidRDefault="00336714" w:rsidP="00336714">
      <w:pPr>
        <w:rPr>
          <w:rFonts w:ascii="Calibri Light" w:eastAsia="Calibri" w:hAnsi="Calibri Light" w:cs="Calibri Light"/>
          <w:b/>
          <w:bCs/>
          <w:lang w:val="lt-LT" w:eastAsia="lt-LT"/>
        </w:rPr>
      </w:pPr>
    </w:p>
    <w:sectPr w:rsidR="00336714" w:rsidSect="00C24A4D">
      <w:headerReference w:type="default" r:id="rId13"/>
      <w:footerReference w:type="default" r:id="rId14"/>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672F3" w14:textId="77777777" w:rsidR="00727860" w:rsidRDefault="00727860">
      <w:pPr>
        <w:spacing w:after="0" w:line="240" w:lineRule="auto"/>
      </w:pPr>
      <w:r>
        <w:separator/>
      </w:r>
    </w:p>
  </w:endnote>
  <w:endnote w:type="continuationSeparator" w:id="0">
    <w:p w14:paraId="228C7A28" w14:textId="77777777" w:rsidR="00727860" w:rsidRDefault="00727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8F85D" w14:textId="6341BB03" w:rsidR="009F2805" w:rsidRDefault="009F2805" w:rsidP="00C24A4D">
    <w:pPr>
      <w:pStyle w:val="Porat"/>
      <w:ind w:left="0" w:right="-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F824F" w14:textId="77777777" w:rsidR="00727860" w:rsidRDefault="00727860">
      <w:pPr>
        <w:spacing w:after="0" w:line="240" w:lineRule="auto"/>
      </w:pPr>
      <w:r>
        <w:separator/>
      </w:r>
    </w:p>
  </w:footnote>
  <w:footnote w:type="continuationSeparator" w:id="0">
    <w:p w14:paraId="3768F5E8" w14:textId="77777777" w:rsidR="00727860" w:rsidRDefault="00727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9315125"/>
      <w:docPartObj>
        <w:docPartGallery w:val="Page Numbers (Top of Page)"/>
        <w:docPartUnique/>
      </w:docPartObj>
    </w:sdtPr>
    <w:sdtContent>
      <w:p w14:paraId="57D9BEBC" w14:textId="02B1BF06" w:rsidR="00C24A4D" w:rsidRDefault="00C24A4D">
        <w:pPr>
          <w:pStyle w:val="Antrats"/>
          <w:jc w:val="center"/>
        </w:pPr>
        <w:r>
          <w:fldChar w:fldCharType="begin"/>
        </w:r>
        <w:r>
          <w:instrText>PAGE   \* MERGEFORMAT</w:instrText>
        </w:r>
        <w:r>
          <w:fldChar w:fldCharType="separate"/>
        </w:r>
        <w:r>
          <w:rPr>
            <w:lang w:val="lt-LT"/>
          </w:rPr>
          <w:t>2</w:t>
        </w:r>
        <w:r>
          <w:fldChar w:fldCharType="end"/>
        </w:r>
      </w:p>
    </w:sdtContent>
  </w:sdt>
  <w:p w14:paraId="5635B0D2" w14:textId="77777777" w:rsidR="00C24A4D" w:rsidRDefault="00C24A4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421F02"/>
    <w:multiLevelType w:val="hybridMultilevel"/>
    <w:tmpl w:val="88A6DD8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8"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9"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4A1D0F22"/>
    <w:multiLevelType w:val="hybridMultilevel"/>
    <w:tmpl w:val="62AE1D7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8719E3"/>
    <w:multiLevelType w:val="hybridMultilevel"/>
    <w:tmpl w:val="F2846C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585333CD"/>
    <w:multiLevelType w:val="hybridMultilevel"/>
    <w:tmpl w:val="E14C9A92"/>
    <w:lvl w:ilvl="0" w:tplc="CD36125C">
      <w:start w:val="1"/>
      <w:numFmt w:val="decimal"/>
      <w:lvlText w:val="6.1.%1."/>
      <w:lvlJc w:val="left"/>
      <w:pPr>
        <w:ind w:left="1364"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2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8401AC5"/>
    <w:multiLevelType w:val="hybridMultilevel"/>
    <w:tmpl w:val="1C60141A"/>
    <w:lvl w:ilvl="0" w:tplc="0FE65758">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BC6822"/>
    <w:multiLevelType w:val="hybridMultilevel"/>
    <w:tmpl w:val="A4889728"/>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D505B75"/>
    <w:multiLevelType w:val="multilevel"/>
    <w:tmpl w:val="0004FF6C"/>
    <w:lvl w:ilvl="0">
      <w:start w:val="1"/>
      <w:numFmt w:val="decimal"/>
      <w:lvlText w:val="3.1.%1."/>
      <w:lvlJc w:val="left"/>
      <w:pPr>
        <w:ind w:left="0" w:firstLine="0"/>
      </w:pPr>
      <w:rPr>
        <w:rFonts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6E311075"/>
    <w:multiLevelType w:val="hybridMultilevel"/>
    <w:tmpl w:val="195C309E"/>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39"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1804232996">
    <w:abstractNumId w:val="4"/>
  </w:num>
  <w:num w:numId="2" w16cid:durableId="432364052">
    <w:abstractNumId w:val="3"/>
  </w:num>
  <w:num w:numId="3" w16cid:durableId="1301496604">
    <w:abstractNumId w:val="2"/>
  </w:num>
  <w:num w:numId="4" w16cid:durableId="1486049123">
    <w:abstractNumId w:val="1"/>
  </w:num>
  <w:num w:numId="5" w16cid:durableId="558904255">
    <w:abstractNumId w:val="0"/>
  </w:num>
  <w:num w:numId="6" w16cid:durableId="210533279">
    <w:abstractNumId w:val="9"/>
  </w:num>
  <w:num w:numId="7" w16cid:durableId="1232229537">
    <w:abstractNumId w:val="16"/>
  </w:num>
  <w:num w:numId="8" w16cid:durableId="1507289284">
    <w:abstractNumId w:val="38"/>
  </w:num>
  <w:num w:numId="9" w16cid:durableId="849026508">
    <w:abstractNumId w:val="30"/>
  </w:num>
  <w:num w:numId="10" w16cid:durableId="1060132068">
    <w:abstractNumId w:val="11"/>
  </w:num>
  <w:num w:numId="11" w16cid:durableId="256015611">
    <w:abstractNumId w:val="12"/>
  </w:num>
  <w:num w:numId="12" w16cid:durableId="263919911">
    <w:abstractNumId w:val="39"/>
  </w:num>
  <w:num w:numId="13" w16cid:durableId="552927629">
    <w:abstractNumId w:val="21"/>
  </w:num>
  <w:num w:numId="14" w16cid:durableId="74396436">
    <w:abstractNumId w:val="13"/>
  </w:num>
  <w:num w:numId="15" w16cid:durableId="1920282717">
    <w:abstractNumId w:val="19"/>
  </w:num>
  <w:num w:numId="16" w16cid:durableId="220792621">
    <w:abstractNumId w:val="18"/>
  </w:num>
  <w:num w:numId="17" w16cid:durableId="1781798063">
    <w:abstractNumId w:val="17"/>
  </w:num>
  <w:num w:numId="18" w16cid:durableId="1009719642">
    <w:abstractNumId w:val="10"/>
  </w:num>
  <w:num w:numId="19" w16cid:durableId="1515027592">
    <w:abstractNumId w:val="24"/>
  </w:num>
  <w:num w:numId="20" w16cid:durableId="1950158891">
    <w:abstractNumId w:val="20"/>
  </w:num>
  <w:num w:numId="21" w16cid:durableId="1574584123">
    <w:abstractNumId w:val="29"/>
  </w:num>
  <w:num w:numId="22" w16cid:durableId="1772316425">
    <w:abstractNumId w:val="7"/>
  </w:num>
  <w:num w:numId="23" w16cid:durableId="1472863569">
    <w:abstractNumId w:val="8"/>
  </w:num>
  <w:num w:numId="24" w16cid:durableId="1654794239">
    <w:abstractNumId w:val="32"/>
  </w:num>
  <w:num w:numId="25" w16cid:durableId="201671294">
    <w:abstractNumId w:val="35"/>
  </w:num>
  <w:num w:numId="26" w16cid:durableId="1829129351">
    <w:abstractNumId w:val="37"/>
  </w:num>
  <w:num w:numId="27" w16cid:durableId="649289947">
    <w:abstractNumId w:val="23"/>
  </w:num>
  <w:num w:numId="28" w16cid:durableId="52773226">
    <w:abstractNumId w:val="22"/>
  </w:num>
  <w:num w:numId="29" w16cid:durableId="1428887181">
    <w:abstractNumId w:val="25"/>
  </w:num>
  <w:num w:numId="30" w16cid:durableId="1082721013">
    <w:abstractNumId w:val="5"/>
  </w:num>
  <w:num w:numId="31" w16cid:durableId="483204788">
    <w:abstractNumId w:val="14"/>
  </w:num>
  <w:num w:numId="32" w16cid:durableId="1989899966">
    <w:abstractNumId w:val="33"/>
  </w:num>
  <w:num w:numId="33" w16cid:durableId="1516917841">
    <w:abstractNumId w:val="15"/>
  </w:num>
  <w:num w:numId="34" w16cid:durableId="2105684055">
    <w:abstractNumId w:val="31"/>
  </w:num>
  <w:num w:numId="35" w16cid:durableId="371005059">
    <w:abstractNumId w:val="26"/>
  </w:num>
  <w:num w:numId="36" w16cid:durableId="1789858266">
    <w:abstractNumId w:val="36"/>
  </w:num>
  <w:num w:numId="37" w16cid:durableId="494614562">
    <w:abstractNumId w:val="28"/>
  </w:num>
  <w:num w:numId="38" w16cid:durableId="1473055655">
    <w:abstractNumId w:val="34"/>
  </w:num>
  <w:num w:numId="39" w16cid:durableId="510532351">
    <w:abstractNumId w:val="6"/>
  </w:num>
  <w:num w:numId="40" w16cid:durableId="588586024">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2639"/>
    <w:rsid w:val="00002A23"/>
    <w:rsid w:val="00002F38"/>
    <w:rsid w:val="000039A5"/>
    <w:rsid w:val="00003EFC"/>
    <w:rsid w:val="000043D1"/>
    <w:rsid w:val="000050A5"/>
    <w:rsid w:val="00005EA6"/>
    <w:rsid w:val="00011C23"/>
    <w:rsid w:val="00017E41"/>
    <w:rsid w:val="000204A6"/>
    <w:rsid w:val="000213D6"/>
    <w:rsid w:val="000251B8"/>
    <w:rsid w:val="00025C2C"/>
    <w:rsid w:val="00026A54"/>
    <w:rsid w:val="000270ED"/>
    <w:rsid w:val="00027F09"/>
    <w:rsid w:val="00032092"/>
    <w:rsid w:val="0003366F"/>
    <w:rsid w:val="0003446B"/>
    <w:rsid w:val="00036060"/>
    <w:rsid w:val="00036DBB"/>
    <w:rsid w:val="00037185"/>
    <w:rsid w:val="00041E3C"/>
    <w:rsid w:val="0004269F"/>
    <w:rsid w:val="00044238"/>
    <w:rsid w:val="00045F8C"/>
    <w:rsid w:val="0004685E"/>
    <w:rsid w:val="00052DD8"/>
    <w:rsid w:val="00053743"/>
    <w:rsid w:val="00054789"/>
    <w:rsid w:val="000556B7"/>
    <w:rsid w:val="00055BD0"/>
    <w:rsid w:val="00055EEA"/>
    <w:rsid w:val="0005633C"/>
    <w:rsid w:val="00061076"/>
    <w:rsid w:val="00062339"/>
    <w:rsid w:val="00062D0D"/>
    <w:rsid w:val="0006470C"/>
    <w:rsid w:val="00065506"/>
    <w:rsid w:val="00066ED0"/>
    <w:rsid w:val="00072145"/>
    <w:rsid w:val="000731A6"/>
    <w:rsid w:val="0007339C"/>
    <w:rsid w:val="00076880"/>
    <w:rsid w:val="000777D3"/>
    <w:rsid w:val="00077819"/>
    <w:rsid w:val="00077F4E"/>
    <w:rsid w:val="00080339"/>
    <w:rsid w:val="00082770"/>
    <w:rsid w:val="00084E18"/>
    <w:rsid w:val="00084F44"/>
    <w:rsid w:val="00086114"/>
    <w:rsid w:val="00086284"/>
    <w:rsid w:val="00092518"/>
    <w:rsid w:val="0009504A"/>
    <w:rsid w:val="00097241"/>
    <w:rsid w:val="00097560"/>
    <w:rsid w:val="000A0A83"/>
    <w:rsid w:val="000A1618"/>
    <w:rsid w:val="000A1D19"/>
    <w:rsid w:val="000A23D3"/>
    <w:rsid w:val="000A57F2"/>
    <w:rsid w:val="000A61E0"/>
    <w:rsid w:val="000B0A6A"/>
    <w:rsid w:val="000B1A6F"/>
    <w:rsid w:val="000B2D98"/>
    <w:rsid w:val="000B53B0"/>
    <w:rsid w:val="000C0BEE"/>
    <w:rsid w:val="000C1C56"/>
    <w:rsid w:val="000C1CDC"/>
    <w:rsid w:val="000C2337"/>
    <w:rsid w:val="000C43D2"/>
    <w:rsid w:val="000C690A"/>
    <w:rsid w:val="000D0B5B"/>
    <w:rsid w:val="000D0C23"/>
    <w:rsid w:val="000D122A"/>
    <w:rsid w:val="000D1801"/>
    <w:rsid w:val="000D610B"/>
    <w:rsid w:val="000D7E96"/>
    <w:rsid w:val="000E181D"/>
    <w:rsid w:val="000E1906"/>
    <w:rsid w:val="000E416B"/>
    <w:rsid w:val="000E4BAA"/>
    <w:rsid w:val="000E63C9"/>
    <w:rsid w:val="000F1151"/>
    <w:rsid w:val="000F33C7"/>
    <w:rsid w:val="000F4D3D"/>
    <w:rsid w:val="000F554D"/>
    <w:rsid w:val="000F5D57"/>
    <w:rsid w:val="000F6B0B"/>
    <w:rsid w:val="001038C5"/>
    <w:rsid w:val="00103A07"/>
    <w:rsid w:val="00105923"/>
    <w:rsid w:val="00106F29"/>
    <w:rsid w:val="00107321"/>
    <w:rsid w:val="0011021F"/>
    <w:rsid w:val="00112E60"/>
    <w:rsid w:val="00113927"/>
    <w:rsid w:val="0011465D"/>
    <w:rsid w:val="00115398"/>
    <w:rsid w:val="00115DE0"/>
    <w:rsid w:val="0011668E"/>
    <w:rsid w:val="00120B2D"/>
    <w:rsid w:val="00123F32"/>
    <w:rsid w:val="00124471"/>
    <w:rsid w:val="00125C2E"/>
    <w:rsid w:val="00127073"/>
    <w:rsid w:val="001279A5"/>
    <w:rsid w:val="00131595"/>
    <w:rsid w:val="0013231E"/>
    <w:rsid w:val="001328BA"/>
    <w:rsid w:val="00134805"/>
    <w:rsid w:val="001428D0"/>
    <w:rsid w:val="00143174"/>
    <w:rsid w:val="001432E7"/>
    <w:rsid w:val="00143AA4"/>
    <w:rsid w:val="0014465A"/>
    <w:rsid w:val="001458F5"/>
    <w:rsid w:val="001505F0"/>
    <w:rsid w:val="0015224A"/>
    <w:rsid w:val="00152EDB"/>
    <w:rsid w:val="00153F22"/>
    <w:rsid w:val="001549B5"/>
    <w:rsid w:val="001552C0"/>
    <w:rsid w:val="0016225E"/>
    <w:rsid w:val="00165468"/>
    <w:rsid w:val="00165DAA"/>
    <w:rsid w:val="00167724"/>
    <w:rsid w:val="00171C82"/>
    <w:rsid w:val="00172C17"/>
    <w:rsid w:val="001760D9"/>
    <w:rsid w:val="00180F48"/>
    <w:rsid w:val="00182825"/>
    <w:rsid w:val="00184E34"/>
    <w:rsid w:val="00185D52"/>
    <w:rsid w:val="00185F21"/>
    <w:rsid w:val="00192838"/>
    <w:rsid w:val="00194EA9"/>
    <w:rsid w:val="001963C3"/>
    <w:rsid w:val="001A0AC6"/>
    <w:rsid w:val="001A1A1C"/>
    <w:rsid w:val="001A275D"/>
    <w:rsid w:val="001A2D4E"/>
    <w:rsid w:val="001A3652"/>
    <w:rsid w:val="001A6565"/>
    <w:rsid w:val="001A7493"/>
    <w:rsid w:val="001B05C8"/>
    <w:rsid w:val="001B189E"/>
    <w:rsid w:val="001B2112"/>
    <w:rsid w:val="001B7AC7"/>
    <w:rsid w:val="001B7BEB"/>
    <w:rsid w:val="001C015A"/>
    <w:rsid w:val="001C7F01"/>
    <w:rsid w:val="001D1EC2"/>
    <w:rsid w:val="001D26B5"/>
    <w:rsid w:val="001D273C"/>
    <w:rsid w:val="001D32D3"/>
    <w:rsid w:val="001D6395"/>
    <w:rsid w:val="001D7B27"/>
    <w:rsid w:val="001F0C86"/>
    <w:rsid w:val="001F335D"/>
    <w:rsid w:val="001F3F23"/>
    <w:rsid w:val="001F6330"/>
    <w:rsid w:val="00201963"/>
    <w:rsid w:val="0020299D"/>
    <w:rsid w:val="00203D2F"/>
    <w:rsid w:val="0020503E"/>
    <w:rsid w:val="0020542B"/>
    <w:rsid w:val="00207622"/>
    <w:rsid w:val="002101D9"/>
    <w:rsid w:val="00210D07"/>
    <w:rsid w:val="0021194A"/>
    <w:rsid w:val="00211AD7"/>
    <w:rsid w:val="00215B28"/>
    <w:rsid w:val="002164DF"/>
    <w:rsid w:val="00216CC3"/>
    <w:rsid w:val="0022034A"/>
    <w:rsid w:val="00223782"/>
    <w:rsid w:val="002253B5"/>
    <w:rsid w:val="00230BD5"/>
    <w:rsid w:val="00230C9A"/>
    <w:rsid w:val="00233A12"/>
    <w:rsid w:val="002379D0"/>
    <w:rsid w:val="0024334A"/>
    <w:rsid w:val="00243A47"/>
    <w:rsid w:val="00247DBA"/>
    <w:rsid w:val="00250406"/>
    <w:rsid w:val="0025598F"/>
    <w:rsid w:val="00255CAD"/>
    <w:rsid w:val="002576D5"/>
    <w:rsid w:val="00257FC4"/>
    <w:rsid w:val="002607C9"/>
    <w:rsid w:val="00261339"/>
    <w:rsid w:val="00261B88"/>
    <w:rsid w:val="00262103"/>
    <w:rsid w:val="00263108"/>
    <w:rsid w:val="0026357D"/>
    <w:rsid w:val="00265809"/>
    <w:rsid w:val="002677A6"/>
    <w:rsid w:val="0027333C"/>
    <w:rsid w:val="00273CFD"/>
    <w:rsid w:val="00276BFA"/>
    <w:rsid w:val="0027754B"/>
    <w:rsid w:val="00281030"/>
    <w:rsid w:val="00281958"/>
    <w:rsid w:val="00282248"/>
    <w:rsid w:val="0028250F"/>
    <w:rsid w:val="00282CC3"/>
    <w:rsid w:val="00282E42"/>
    <w:rsid w:val="00285D71"/>
    <w:rsid w:val="002862F1"/>
    <w:rsid w:val="00286C08"/>
    <w:rsid w:val="00290944"/>
    <w:rsid w:val="002912FE"/>
    <w:rsid w:val="00292FAC"/>
    <w:rsid w:val="00293153"/>
    <w:rsid w:val="00296010"/>
    <w:rsid w:val="00296753"/>
    <w:rsid w:val="0029701E"/>
    <w:rsid w:val="002A5ADA"/>
    <w:rsid w:val="002A626E"/>
    <w:rsid w:val="002A73BA"/>
    <w:rsid w:val="002B0527"/>
    <w:rsid w:val="002B0C49"/>
    <w:rsid w:val="002B1B71"/>
    <w:rsid w:val="002B3006"/>
    <w:rsid w:val="002B552C"/>
    <w:rsid w:val="002B6296"/>
    <w:rsid w:val="002B6319"/>
    <w:rsid w:val="002B6745"/>
    <w:rsid w:val="002B689E"/>
    <w:rsid w:val="002B7579"/>
    <w:rsid w:val="002C0B74"/>
    <w:rsid w:val="002C25B6"/>
    <w:rsid w:val="002C3450"/>
    <w:rsid w:val="002C3F4C"/>
    <w:rsid w:val="002C49D9"/>
    <w:rsid w:val="002C4E6E"/>
    <w:rsid w:val="002C6B65"/>
    <w:rsid w:val="002C7618"/>
    <w:rsid w:val="002C7F2C"/>
    <w:rsid w:val="002D2EE7"/>
    <w:rsid w:val="002D3BC2"/>
    <w:rsid w:val="002E0350"/>
    <w:rsid w:val="002E1993"/>
    <w:rsid w:val="002E6EAF"/>
    <w:rsid w:val="002F4236"/>
    <w:rsid w:val="002F5626"/>
    <w:rsid w:val="002F7075"/>
    <w:rsid w:val="00300559"/>
    <w:rsid w:val="00302F8C"/>
    <w:rsid w:val="00305A9A"/>
    <w:rsid w:val="00307AA9"/>
    <w:rsid w:val="003150D0"/>
    <w:rsid w:val="003155D6"/>
    <w:rsid w:val="003226E7"/>
    <w:rsid w:val="003236D0"/>
    <w:rsid w:val="0033079E"/>
    <w:rsid w:val="003310F5"/>
    <w:rsid w:val="00333AE1"/>
    <w:rsid w:val="00334A5F"/>
    <w:rsid w:val="0033550B"/>
    <w:rsid w:val="00336714"/>
    <w:rsid w:val="003417D8"/>
    <w:rsid w:val="00341C69"/>
    <w:rsid w:val="0034278B"/>
    <w:rsid w:val="00343EDB"/>
    <w:rsid w:val="003449B9"/>
    <w:rsid w:val="00346CAC"/>
    <w:rsid w:val="0035123E"/>
    <w:rsid w:val="00351C8D"/>
    <w:rsid w:val="003527DF"/>
    <w:rsid w:val="00354C00"/>
    <w:rsid w:val="003552B7"/>
    <w:rsid w:val="00355B56"/>
    <w:rsid w:val="00356391"/>
    <w:rsid w:val="00357A52"/>
    <w:rsid w:val="00357BD5"/>
    <w:rsid w:val="00360745"/>
    <w:rsid w:val="00360DA7"/>
    <w:rsid w:val="00362DF4"/>
    <w:rsid w:val="00366566"/>
    <w:rsid w:val="0036677E"/>
    <w:rsid w:val="00366BC2"/>
    <w:rsid w:val="003673D6"/>
    <w:rsid w:val="00367F36"/>
    <w:rsid w:val="00370341"/>
    <w:rsid w:val="00370406"/>
    <w:rsid w:val="00370773"/>
    <w:rsid w:val="00381861"/>
    <w:rsid w:val="00382E24"/>
    <w:rsid w:val="00383DA6"/>
    <w:rsid w:val="0038548B"/>
    <w:rsid w:val="00385616"/>
    <w:rsid w:val="003863E4"/>
    <w:rsid w:val="00386DCD"/>
    <w:rsid w:val="00395EFD"/>
    <w:rsid w:val="00396470"/>
    <w:rsid w:val="0039787C"/>
    <w:rsid w:val="00397A01"/>
    <w:rsid w:val="003A0FE4"/>
    <w:rsid w:val="003A118B"/>
    <w:rsid w:val="003A1596"/>
    <w:rsid w:val="003A4FAD"/>
    <w:rsid w:val="003A5FC9"/>
    <w:rsid w:val="003A6FED"/>
    <w:rsid w:val="003B0B81"/>
    <w:rsid w:val="003B1609"/>
    <w:rsid w:val="003B531F"/>
    <w:rsid w:val="003B5900"/>
    <w:rsid w:val="003B7152"/>
    <w:rsid w:val="003C02F1"/>
    <w:rsid w:val="003C392B"/>
    <w:rsid w:val="003C60C3"/>
    <w:rsid w:val="003C6511"/>
    <w:rsid w:val="003C6B2B"/>
    <w:rsid w:val="003D0DA8"/>
    <w:rsid w:val="003D4D74"/>
    <w:rsid w:val="003D5439"/>
    <w:rsid w:val="003D61C4"/>
    <w:rsid w:val="003E207A"/>
    <w:rsid w:val="003E49D5"/>
    <w:rsid w:val="003E761A"/>
    <w:rsid w:val="003F07DC"/>
    <w:rsid w:val="003F0AC3"/>
    <w:rsid w:val="003F1AC0"/>
    <w:rsid w:val="003F20DE"/>
    <w:rsid w:val="003F2E3F"/>
    <w:rsid w:val="003F379C"/>
    <w:rsid w:val="003F3D77"/>
    <w:rsid w:val="003F451D"/>
    <w:rsid w:val="003F55E7"/>
    <w:rsid w:val="003F5C62"/>
    <w:rsid w:val="003F6BEF"/>
    <w:rsid w:val="003F6C42"/>
    <w:rsid w:val="004003A9"/>
    <w:rsid w:val="00403246"/>
    <w:rsid w:val="00403AC9"/>
    <w:rsid w:val="00404799"/>
    <w:rsid w:val="004049BB"/>
    <w:rsid w:val="00404FDE"/>
    <w:rsid w:val="004052A0"/>
    <w:rsid w:val="004053F7"/>
    <w:rsid w:val="00405559"/>
    <w:rsid w:val="00412269"/>
    <w:rsid w:val="00412BDD"/>
    <w:rsid w:val="00415A23"/>
    <w:rsid w:val="00416409"/>
    <w:rsid w:val="004222E8"/>
    <w:rsid w:val="004240B1"/>
    <w:rsid w:val="0042488F"/>
    <w:rsid w:val="004252BA"/>
    <w:rsid w:val="0042600F"/>
    <w:rsid w:val="00430A6E"/>
    <w:rsid w:val="0043190A"/>
    <w:rsid w:val="00433025"/>
    <w:rsid w:val="0043781A"/>
    <w:rsid w:val="00442B45"/>
    <w:rsid w:val="00442EF5"/>
    <w:rsid w:val="00443697"/>
    <w:rsid w:val="0044629C"/>
    <w:rsid w:val="004470EE"/>
    <w:rsid w:val="0044747E"/>
    <w:rsid w:val="00447F1C"/>
    <w:rsid w:val="0045188C"/>
    <w:rsid w:val="004539C4"/>
    <w:rsid w:val="004539F4"/>
    <w:rsid w:val="00454AC2"/>
    <w:rsid w:val="00454FBD"/>
    <w:rsid w:val="004564F9"/>
    <w:rsid w:val="00462DE6"/>
    <w:rsid w:val="00466866"/>
    <w:rsid w:val="00466F81"/>
    <w:rsid w:val="00467E7D"/>
    <w:rsid w:val="00470AB6"/>
    <w:rsid w:val="0047250A"/>
    <w:rsid w:val="00476B7C"/>
    <w:rsid w:val="0047713F"/>
    <w:rsid w:val="00480704"/>
    <w:rsid w:val="00482726"/>
    <w:rsid w:val="00483E3A"/>
    <w:rsid w:val="00484BC8"/>
    <w:rsid w:val="00487767"/>
    <w:rsid w:val="0048798F"/>
    <w:rsid w:val="00487CB2"/>
    <w:rsid w:val="00496DE1"/>
    <w:rsid w:val="004A2E21"/>
    <w:rsid w:val="004A2F52"/>
    <w:rsid w:val="004A33EE"/>
    <w:rsid w:val="004A51A5"/>
    <w:rsid w:val="004A592D"/>
    <w:rsid w:val="004A5CA8"/>
    <w:rsid w:val="004A691C"/>
    <w:rsid w:val="004A7278"/>
    <w:rsid w:val="004B2DFC"/>
    <w:rsid w:val="004B42A6"/>
    <w:rsid w:val="004B5637"/>
    <w:rsid w:val="004B5928"/>
    <w:rsid w:val="004B5E92"/>
    <w:rsid w:val="004B5EE1"/>
    <w:rsid w:val="004C030D"/>
    <w:rsid w:val="004C1B12"/>
    <w:rsid w:val="004C4182"/>
    <w:rsid w:val="004D2E01"/>
    <w:rsid w:val="004D2E32"/>
    <w:rsid w:val="004D64C6"/>
    <w:rsid w:val="004D6648"/>
    <w:rsid w:val="004E1BDF"/>
    <w:rsid w:val="004E2065"/>
    <w:rsid w:val="004E2DBF"/>
    <w:rsid w:val="004E3860"/>
    <w:rsid w:val="004E4DC2"/>
    <w:rsid w:val="004E5655"/>
    <w:rsid w:val="004E76BD"/>
    <w:rsid w:val="004F3E30"/>
    <w:rsid w:val="004F61E1"/>
    <w:rsid w:val="005018A6"/>
    <w:rsid w:val="0050743B"/>
    <w:rsid w:val="00507862"/>
    <w:rsid w:val="0051108E"/>
    <w:rsid w:val="00511227"/>
    <w:rsid w:val="00513744"/>
    <w:rsid w:val="00514109"/>
    <w:rsid w:val="00515633"/>
    <w:rsid w:val="005203C5"/>
    <w:rsid w:val="00521503"/>
    <w:rsid w:val="0052310D"/>
    <w:rsid w:val="00525F83"/>
    <w:rsid w:val="0052639D"/>
    <w:rsid w:val="00526772"/>
    <w:rsid w:val="005306A7"/>
    <w:rsid w:val="0053154C"/>
    <w:rsid w:val="005332C7"/>
    <w:rsid w:val="005359AE"/>
    <w:rsid w:val="00537D0A"/>
    <w:rsid w:val="00542DF1"/>
    <w:rsid w:val="00542F9A"/>
    <w:rsid w:val="0054393F"/>
    <w:rsid w:val="00543ABA"/>
    <w:rsid w:val="00547246"/>
    <w:rsid w:val="00550886"/>
    <w:rsid w:val="0055529E"/>
    <w:rsid w:val="00556361"/>
    <w:rsid w:val="00557420"/>
    <w:rsid w:val="00557530"/>
    <w:rsid w:val="00564974"/>
    <w:rsid w:val="00564F57"/>
    <w:rsid w:val="005650A3"/>
    <w:rsid w:val="005676BF"/>
    <w:rsid w:val="00570ECF"/>
    <w:rsid w:val="0057366E"/>
    <w:rsid w:val="0057465F"/>
    <w:rsid w:val="00576756"/>
    <w:rsid w:val="00577053"/>
    <w:rsid w:val="00577111"/>
    <w:rsid w:val="00577686"/>
    <w:rsid w:val="00580F2F"/>
    <w:rsid w:val="00581F80"/>
    <w:rsid w:val="0058265E"/>
    <w:rsid w:val="00583277"/>
    <w:rsid w:val="0058576B"/>
    <w:rsid w:val="00586678"/>
    <w:rsid w:val="00587AC4"/>
    <w:rsid w:val="00587CE0"/>
    <w:rsid w:val="005903A0"/>
    <w:rsid w:val="005933B8"/>
    <w:rsid w:val="00596C30"/>
    <w:rsid w:val="005976DA"/>
    <w:rsid w:val="005A2591"/>
    <w:rsid w:val="005A297B"/>
    <w:rsid w:val="005A4765"/>
    <w:rsid w:val="005A52FD"/>
    <w:rsid w:val="005A79B7"/>
    <w:rsid w:val="005B1C22"/>
    <w:rsid w:val="005B463E"/>
    <w:rsid w:val="005C1748"/>
    <w:rsid w:val="005C2AAA"/>
    <w:rsid w:val="005C63FE"/>
    <w:rsid w:val="005D19DD"/>
    <w:rsid w:val="005D1C93"/>
    <w:rsid w:val="005D1D61"/>
    <w:rsid w:val="005D34D3"/>
    <w:rsid w:val="005D4EB8"/>
    <w:rsid w:val="005D6E77"/>
    <w:rsid w:val="005E1BA9"/>
    <w:rsid w:val="005E22C9"/>
    <w:rsid w:val="005E66EA"/>
    <w:rsid w:val="005E7772"/>
    <w:rsid w:val="005E7ED4"/>
    <w:rsid w:val="005F0EBE"/>
    <w:rsid w:val="005F1210"/>
    <w:rsid w:val="005F1784"/>
    <w:rsid w:val="005F49E0"/>
    <w:rsid w:val="00602E4B"/>
    <w:rsid w:val="00604800"/>
    <w:rsid w:val="00616091"/>
    <w:rsid w:val="006171F1"/>
    <w:rsid w:val="00617E33"/>
    <w:rsid w:val="0062098E"/>
    <w:rsid w:val="00621A94"/>
    <w:rsid w:val="00625D32"/>
    <w:rsid w:val="0062688A"/>
    <w:rsid w:val="0063093F"/>
    <w:rsid w:val="00633D88"/>
    <w:rsid w:val="0064005E"/>
    <w:rsid w:val="0064489F"/>
    <w:rsid w:val="00646293"/>
    <w:rsid w:val="0065273C"/>
    <w:rsid w:val="00652ABC"/>
    <w:rsid w:val="00653097"/>
    <w:rsid w:val="00653409"/>
    <w:rsid w:val="0065416A"/>
    <w:rsid w:val="00661C4C"/>
    <w:rsid w:val="00671C08"/>
    <w:rsid w:val="00672121"/>
    <w:rsid w:val="0067473C"/>
    <w:rsid w:val="006749AA"/>
    <w:rsid w:val="00685425"/>
    <w:rsid w:val="0068660B"/>
    <w:rsid w:val="0068775C"/>
    <w:rsid w:val="006879EA"/>
    <w:rsid w:val="00691F8E"/>
    <w:rsid w:val="00692FA5"/>
    <w:rsid w:val="006933FF"/>
    <w:rsid w:val="00693E19"/>
    <w:rsid w:val="00695755"/>
    <w:rsid w:val="00697105"/>
    <w:rsid w:val="006A2DF1"/>
    <w:rsid w:val="006A4F3F"/>
    <w:rsid w:val="006A6A88"/>
    <w:rsid w:val="006B0AE3"/>
    <w:rsid w:val="006B16C5"/>
    <w:rsid w:val="006B2576"/>
    <w:rsid w:val="006B3FAD"/>
    <w:rsid w:val="006B5389"/>
    <w:rsid w:val="006B5E17"/>
    <w:rsid w:val="006B79D6"/>
    <w:rsid w:val="006C070D"/>
    <w:rsid w:val="006C1E6F"/>
    <w:rsid w:val="006C24F1"/>
    <w:rsid w:val="006C25B9"/>
    <w:rsid w:val="006C2736"/>
    <w:rsid w:val="006C460B"/>
    <w:rsid w:val="006C5BA9"/>
    <w:rsid w:val="006C785A"/>
    <w:rsid w:val="006D305F"/>
    <w:rsid w:val="006D6F6B"/>
    <w:rsid w:val="006D7411"/>
    <w:rsid w:val="006E1481"/>
    <w:rsid w:val="006E2725"/>
    <w:rsid w:val="006E55F9"/>
    <w:rsid w:val="006F0AA1"/>
    <w:rsid w:val="006F0D06"/>
    <w:rsid w:val="006F1319"/>
    <w:rsid w:val="006F2448"/>
    <w:rsid w:val="006F34FC"/>
    <w:rsid w:val="006F40AA"/>
    <w:rsid w:val="006F599E"/>
    <w:rsid w:val="006F5C00"/>
    <w:rsid w:val="006F7BCE"/>
    <w:rsid w:val="00707818"/>
    <w:rsid w:val="00711888"/>
    <w:rsid w:val="00713D21"/>
    <w:rsid w:val="00714818"/>
    <w:rsid w:val="00716A66"/>
    <w:rsid w:val="00717C59"/>
    <w:rsid w:val="00727860"/>
    <w:rsid w:val="00727C10"/>
    <w:rsid w:val="007304A2"/>
    <w:rsid w:val="00733BB8"/>
    <w:rsid w:val="00737E6F"/>
    <w:rsid w:val="00741436"/>
    <w:rsid w:val="00741B51"/>
    <w:rsid w:val="00742209"/>
    <w:rsid w:val="00742D94"/>
    <w:rsid w:val="00744395"/>
    <w:rsid w:val="00744901"/>
    <w:rsid w:val="00744A4C"/>
    <w:rsid w:val="00745276"/>
    <w:rsid w:val="007458FB"/>
    <w:rsid w:val="00746251"/>
    <w:rsid w:val="007478A3"/>
    <w:rsid w:val="00752758"/>
    <w:rsid w:val="00753A68"/>
    <w:rsid w:val="0075678C"/>
    <w:rsid w:val="00757F16"/>
    <w:rsid w:val="007607C8"/>
    <w:rsid w:val="007608EF"/>
    <w:rsid w:val="00760961"/>
    <w:rsid w:val="00761B00"/>
    <w:rsid w:val="0076312B"/>
    <w:rsid w:val="00763AEC"/>
    <w:rsid w:val="007640FC"/>
    <w:rsid w:val="007651CB"/>
    <w:rsid w:val="00770A2E"/>
    <w:rsid w:val="00774868"/>
    <w:rsid w:val="00776A3B"/>
    <w:rsid w:val="00777004"/>
    <w:rsid w:val="007775F5"/>
    <w:rsid w:val="00780B5D"/>
    <w:rsid w:val="00781241"/>
    <w:rsid w:val="0078138A"/>
    <w:rsid w:val="007818A2"/>
    <w:rsid w:val="00782285"/>
    <w:rsid w:val="0078428B"/>
    <w:rsid w:val="0078613A"/>
    <w:rsid w:val="00790956"/>
    <w:rsid w:val="00790CE2"/>
    <w:rsid w:val="00791534"/>
    <w:rsid w:val="00791CCE"/>
    <w:rsid w:val="00791EFF"/>
    <w:rsid w:val="007923B2"/>
    <w:rsid w:val="00792BC7"/>
    <w:rsid w:val="00794387"/>
    <w:rsid w:val="00795452"/>
    <w:rsid w:val="007A087D"/>
    <w:rsid w:val="007A6859"/>
    <w:rsid w:val="007B0057"/>
    <w:rsid w:val="007B2144"/>
    <w:rsid w:val="007B2719"/>
    <w:rsid w:val="007B5DE6"/>
    <w:rsid w:val="007C00CC"/>
    <w:rsid w:val="007C1DBF"/>
    <w:rsid w:val="007C1EB6"/>
    <w:rsid w:val="007C20FD"/>
    <w:rsid w:val="007C36BB"/>
    <w:rsid w:val="007C4507"/>
    <w:rsid w:val="007C46DE"/>
    <w:rsid w:val="007C58D4"/>
    <w:rsid w:val="007C6AE7"/>
    <w:rsid w:val="007D08A8"/>
    <w:rsid w:val="007D2469"/>
    <w:rsid w:val="007D2554"/>
    <w:rsid w:val="007D2A4B"/>
    <w:rsid w:val="007D484D"/>
    <w:rsid w:val="007E41FC"/>
    <w:rsid w:val="007E51F6"/>
    <w:rsid w:val="007E6A58"/>
    <w:rsid w:val="007E7047"/>
    <w:rsid w:val="007F04EF"/>
    <w:rsid w:val="007F1667"/>
    <w:rsid w:val="007F3306"/>
    <w:rsid w:val="007F7EC3"/>
    <w:rsid w:val="008006F1"/>
    <w:rsid w:val="00801195"/>
    <w:rsid w:val="00801E08"/>
    <w:rsid w:val="00802CCC"/>
    <w:rsid w:val="00803307"/>
    <w:rsid w:val="00803EB6"/>
    <w:rsid w:val="00804299"/>
    <w:rsid w:val="008116BD"/>
    <w:rsid w:val="00811FE1"/>
    <w:rsid w:val="00813316"/>
    <w:rsid w:val="00816949"/>
    <w:rsid w:val="00817266"/>
    <w:rsid w:val="0082003A"/>
    <w:rsid w:val="00820181"/>
    <w:rsid w:val="00821380"/>
    <w:rsid w:val="00823761"/>
    <w:rsid w:val="00823BB4"/>
    <w:rsid w:val="00824B34"/>
    <w:rsid w:val="0083169A"/>
    <w:rsid w:val="00831805"/>
    <w:rsid w:val="00831DA6"/>
    <w:rsid w:val="008321CF"/>
    <w:rsid w:val="008321E4"/>
    <w:rsid w:val="0083324D"/>
    <w:rsid w:val="0083516F"/>
    <w:rsid w:val="008360AF"/>
    <w:rsid w:val="00841385"/>
    <w:rsid w:val="0084149F"/>
    <w:rsid w:val="008430BA"/>
    <w:rsid w:val="0084411A"/>
    <w:rsid w:val="00846AAF"/>
    <w:rsid w:val="00847455"/>
    <w:rsid w:val="008500E5"/>
    <w:rsid w:val="00851034"/>
    <w:rsid w:val="00851CC1"/>
    <w:rsid w:val="00854901"/>
    <w:rsid w:val="008549C7"/>
    <w:rsid w:val="008609D6"/>
    <w:rsid w:val="00861471"/>
    <w:rsid w:val="00862D0B"/>
    <w:rsid w:val="00862EA0"/>
    <w:rsid w:val="008651F5"/>
    <w:rsid w:val="00867A46"/>
    <w:rsid w:val="008702D5"/>
    <w:rsid w:val="00873476"/>
    <w:rsid w:val="008735ED"/>
    <w:rsid w:val="00873AF1"/>
    <w:rsid w:val="00875005"/>
    <w:rsid w:val="008807BD"/>
    <w:rsid w:val="008816B6"/>
    <w:rsid w:val="00883304"/>
    <w:rsid w:val="008841E0"/>
    <w:rsid w:val="00884BA9"/>
    <w:rsid w:val="00884C26"/>
    <w:rsid w:val="0088529E"/>
    <w:rsid w:val="00885661"/>
    <w:rsid w:val="00890F5B"/>
    <w:rsid w:val="008921E1"/>
    <w:rsid w:val="0089511B"/>
    <w:rsid w:val="00896B6B"/>
    <w:rsid w:val="008A261D"/>
    <w:rsid w:val="008A270E"/>
    <w:rsid w:val="008A3142"/>
    <w:rsid w:val="008A34DC"/>
    <w:rsid w:val="008A3CE1"/>
    <w:rsid w:val="008A726A"/>
    <w:rsid w:val="008A7ECC"/>
    <w:rsid w:val="008B0CCE"/>
    <w:rsid w:val="008B13A4"/>
    <w:rsid w:val="008B18D0"/>
    <w:rsid w:val="008B287A"/>
    <w:rsid w:val="008B680B"/>
    <w:rsid w:val="008B6DD2"/>
    <w:rsid w:val="008B79A5"/>
    <w:rsid w:val="008C2772"/>
    <w:rsid w:val="008C277A"/>
    <w:rsid w:val="008C4306"/>
    <w:rsid w:val="008C5A26"/>
    <w:rsid w:val="008C5B23"/>
    <w:rsid w:val="008D0585"/>
    <w:rsid w:val="008D2D99"/>
    <w:rsid w:val="008D38C6"/>
    <w:rsid w:val="008D4C99"/>
    <w:rsid w:val="008E0EB4"/>
    <w:rsid w:val="008E2865"/>
    <w:rsid w:val="008E2DBF"/>
    <w:rsid w:val="008E3A5C"/>
    <w:rsid w:val="008E3E97"/>
    <w:rsid w:val="008E4E0A"/>
    <w:rsid w:val="008F4EA9"/>
    <w:rsid w:val="008F5788"/>
    <w:rsid w:val="008F579D"/>
    <w:rsid w:val="008F5855"/>
    <w:rsid w:val="008F6ECB"/>
    <w:rsid w:val="00902792"/>
    <w:rsid w:val="00902A71"/>
    <w:rsid w:val="0090316F"/>
    <w:rsid w:val="009035F7"/>
    <w:rsid w:val="00903C7F"/>
    <w:rsid w:val="009063A0"/>
    <w:rsid w:val="00910C0E"/>
    <w:rsid w:val="0091115C"/>
    <w:rsid w:val="00911CB6"/>
    <w:rsid w:val="009123C2"/>
    <w:rsid w:val="00912DF2"/>
    <w:rsid w:val="00916142"/>
    <w:rsid w:val="009161BB"/>
    <w:rsid w:val="009168C9"/>
    <w:rsid w:val="00920286"/>
    <w:rsid w:val="00922056"/>
    <w:rsid w:val="0093141F"/>
    <w:rsid w:val="00933521"/>
    <w:rsid w:val="00935C3A"/>
    <w:rsid w:val="00941545"/>
    <w:rsid w:val="00941F9F"/>
    <w:rsid w:val="00943021"/>
    <w:rsid w:val="00945742"/>
    <w:rsid w:val="009479DE"/>
    <w:rsid w:val="00947EB8"/>
    <w:rsid w:val="00947F0B"/>
    <w:rsid w:val="00951922"/>
    <w:rsid w:val="00954669"/>
    <w:rsid w:val="00957A69"/>
    <w:rsid w:val="00963B9E"/>
    <w:rsid w:val="00965E2C"/>
    <w:rsid w:val="0096641B"/>
    <w:rsid w:val="00967CC2"/>
    <w:rsid w:val="00974023"/>
    <w:rsid w:val="009761D7"/>
    <w:rsid w:val="009762BD"/>
    <w:rsid w:val="009763C7"/>
    <w:rsid w:val="00977670"/>
    <w:rsid w:val="00977F90"/>
    <w:rsid w:val="00980240"/>
    <w:rsid w:val="00980924"/>
    <w:rsid w:val="00980DCE"/>
    <w:rsid w:val="009810AF"/>
    <w:rsid w:val="009814AE"/>
    <w:rsid w:val="00982235"/>
    <w:rsid w:val="009846D0"/>
    <w:rsid w:val="00986450"/>
    <w:rsid w:val="00986FB3"/>
    <w:rsid w:val="00987391"/>
    <w:rsid w:val="0099199E"/>
    <w:rsid w:val="0099221F"/>
    <w:rsid w:val="00993F3E"/>
    <w:rsid w:val="009968EF"/>
    <w:rsid w:val="0099728A"/>
    <w:rsid w:val="009A16DD"/>
    <w:rsid w:val="009A3BCA"/>
    <w:rsid w:val="009A3E5B"/>
    <w:rsid w:val="009A43BE"/>
    <w:rsid w:val="009B0AEF"/>
    <w:rsid w:val="009B1D54"/>
    <w:rsid w:val="009B26D3"/>
    <w:rsid w:val="009B2C12"/>
    <w:rsid w:val="009B3679"/>
    <w:rsid w:val="009B51EA"/>
    <w:rsid w:val="009B56A3"/>
    <w:rsid w:val="009B6D78"/>
    <w:rsid w:val="009B7ECD"/>
    <w:rsid w:val="009C140A"/>
    <w:rsid w:val="009C1CD8"/>
    <w:rsid w:val="009C21C2"/>
    <w:rsid w:val="009C2A53"/>
    <w:rsid w:val="009C3BD8"/>
    <w:rsid w:val="009C3CF9"/>
    <w:rsid w:val="009C5385"/>
    <w:rsid w:val="009D0B8C"/>
    <w:rsid w:val="009D424A"/>
    <w:rsid w:val="009D66C3"/>
    <w:rsid w:val="009D75ED"/>
    <w:rsid w:val="009D7D09"/>
    <w:rsid w:val="009E0CD3"/>
    <w:rsid w:val="009E34F9"/>
    <w:rsid w:val="009E55C2"/>
    <w:rsid w:val="009E59A8"/>
    <w:rsid w:val="009E65F3"/>
    <w:rsid w:val="009F02CE"/>
    <w:rsid w:val="009F0609"/>
    <w:rsid w:val="009F10FF"/>
    <w:rsid w:val="009F20BB"/>
    <w:rsid w:val="009F278A"/>
    <w:rsid w:val="009F2805"/>
    <w:rsid w:val="009F47E6"/>
    <w:rsid w:val="009F6EAF"/>
    <w:rsid w:val="009F749A"/>
    <w:rsid w:val="00A046A3"/>
    <w:rsid w:val="00A04CC0"/>
    <w:rsid w:val="00A050CA"/>
    <w:rsid w:val="00A05194"/>
    <w:rsid w:val="00A06728"/>
    <w:rsid w:val="00A1109D"/>
    <w:rsid w:val="00A11872"/>
    <w:rsid w:val="00A12041"/>
    <w:rsid w:val="00A15A68"/>
    <w:rsid w:val="00A1631F"/>
    <w:rsid w:val="00A17372"/>
    <w:rsid w:val="00A20734"/>
    <w:rsid w:val="00A21750"/>
    <w:rsid w:val="00A22048"/>
    <w:rsid w:val="00A23095"/>
    <w:rsid w:val="00A2378A"/>
    <w:rsid w:val="00A25093"/>
    <w:rsid w:val="00A26467"/>
    <w:rsid w:val="00A265F1"/>
    <w:rsid w:val="00A26EFB"/>
    <w:rsid w:val="00A27293"/>
    <w:rsid w:val="00A31E20"/>
    <w:rsid w:val="00A32414"/>
    <w:rsid w:val="00A33D41"/>
    <w:rsid w:val="00A34817"/>
    <w:rsid w:val="00A36E4A"/>
    <w:rsid w:val="00A40194"/>
    <w:rsid w:val="00A415E6"/>
    <w:rsid w:val="00A41DE3"/>
    <w:rsid w:val="00A44B1B"/>
    <w:rsid w:val="00A46035"/>
    <w:rsid w:val="00A46780"/>
    <w:rsid w:val="00A517A3"/>
    <w:rsid w:val="00A51ACA"/>
    <w:rsid w:val="00A52DEE"/>
    <w:rsid w:val="00A532AC"/>
    <w:rsid w:val="00A55104"/>
    <w:rsid w:val="00A5617A"/>
    <w:rsid w:val="00A575D9"/>
    <w:rsid w:val="00A60C7A"/>
    <w:rsid w:val="00A631A9"/>
    <w:rsid w:val="00A63D63"/>
    <w:rsid w:val="00A63F9D"/>
    <w:rsid w:val="00A64008"/>
    <w:rsid w:val="00A71083"/>
    <w:rsid w:val="00A710B2"/>
    <w:rsid w:val="00A720FA"/>
    <w:rsid w:val="00A73B77"/>
    <w:rsid w:val="00A7450F"/>
    <w:rsid w:val="00A806AE"/>
    <w:rsid w:val="00A81CE2"/>
    <w:rsid w:val="00A82604"/>
    <w:rsid w:val="00A829B6"/>
    <w:rsid w:val="00A843BE"/>
    <w:rsid w:val="00A91815"/>
    <w:rsid w:val="00A938A4"/>
    <w:rsid w:val="00A9678D"/>
    <w:rsid w:val="00A96A13"/>
    <w:rsid w:val="00A9740A"/>
    <w:rsid w:val="00AA0906"/>
    <w:rsid w:val="00AA1D89"/>
    <w:rsid w:val="00AA2B7E"/>
    <w:rsid w:val="00AA2D3F"/>
    <w:rsid w:val="00AA3501"/>
    <w:rsid w:val="00AA482A"/>
    <w:rsid w:val="00AA7AFA"/>
    <w:rsid w:val="00AA7DF6"/>
    <w:rsid w:val="00AB6836"/>
    <w:rsid w:val="00AC0C15"/>
    <w:rsid w:val="00AC177C"/>
    <w:rsid w:val="00AC1FB5"/>
    <w:rsid w:val="00AC2AB0"/>
    <w:rsid w:val="00AC46D8"/>
    <w:rsid w:val="00AD0634"/>
    <w:rsid w:val="00AD0F95"/>
    <w:rsid w:val="00AD1ED7"/>
    <w:rsid w:val="00AD47CB"/>
    <w:rsid w:val="00AD4CE9"/>
    <w:rsid w:val="00AE003C"/>
    <w:rsid w:val="00AE0B50"/>
    <w:rsid w:val="00AE47C8"/>
    <w:rsid w:val="00AE6719"/>
    <w:rsid w:val="00AF05F2"/>
    <w:rsid w:val="00AF1C62"/>
    <w:rsid w:val="00AF24A9"/>
    <w:rsid w:val="00AF3DAF"/>
    <w:rsid w:val="00AF4E5E"/>
    <w:rsid w:val="00B00BCD"/>
    <w:rsid w:val="00B015D3"/>
    <w:rsid w:val="00B03542"/>
    <w:rsid w:val="00B05C7A"/>
    <w:rsid w:val="00B06394"/>
    <w:rsid w:val="00B065CB"/>
    <w:rsid w:val="00B06C38"/>
    <w:rsid w:val="00B111AB"/>
    <w:rsid w:val="00B136CB"/>
    <w:rsid w:val="00B20AFA"/>
    <w:rsid w:val="00B20BFE"/>
    <w:rsid w:val="00B23974"/>
    <w:rsid w:val="00B23B91"/>
    <w:rsid w:val="00B2421F"/>
    <w:rsid w:val="00B25342"/>
    <w:rsid w:val="00B254CF"/>
    <w:rsid w:val="00B258B7"/>
    <w:rsid w:val="00B30BFA"/>
    <w:rsid w:val="00B31FDE"/>
    <w:rsid w:val="00B34A3D"/>
    <w:rsid w:val="00B45200"/>
    <w:rsid w:val="00B46E57"/>
    <w:rsid w:val="00B47E18"/>
    <w:rsid w:val="00B47F94"/>
    <w:rsid w:val="00B50207"/>
    <w:rsid w:val="00B50ABF"/>
    <w:rsid w:val="00B536F8"/>
    <w:rsid w:val="00B55011"/>
    <w:rsid w:val="00B56DE9"/>
    <w:rsid w:val="00B5705B"/>
    <w:rsid w:val="00B63D3C"/>
    <w:rsid w:val="00B64F8C"/>
    <w:rsid w:val="00B6520B"/>
    <w:rsid w:val="00B6749C"/>
    <w:rsid w:val="00B67A89"/>
    <w:rsid w:val="00B72EC6"/>
    <w:rsid w:val="00B74D14"/>
    <w:rsid w:val="00B75918"/>
    <w:rsid w:val="00B81BB0"/>
    <w:rsid w:val="00B821C8"/>
    <w:rsid w:val="00B822EB"/>
    <w:rsid w:val="00B82974"/>
    <w:rsid w:val="00B835DF"/>
    <w:rsid w:val="00B840E2"/>
    <w:rsid w:val="00B84A17"/>
    <w:rsid w:val="00B859AD"/>
    <w:rsid w:val="00B85A5B"/>
    <w:rsid w:val="00B87458"/>
    <w:rsid w:val="00B87B36"/>
    <w:rsid w:val="00B90F6F"/>
    <w:rsid w:val="00B91542"/>
    <w:rsid w:val="00B9260E"/>
    <w:rsid w:val="00B92B7C"/>
    <w:rsid w:val="00B95DA9"/>
    <w:rsid w:val="00B95DD1"/>
    <w:rsid w:val="00BA279B"/>
    <w:rsid w:val="00BA2917"/>
    <w:rsid w:val="00BA29A6"/>
    <w:rsid w:val="00BA3373"/>
    <w:rsid w:val="00BA44EF"/>
    <w:rsid w:val="00BA5B69"/>
    <w:rsid w:val="00BA6583"/>
    <w:rsid w:val="00BA6B35"/>
    <w:rsid w:val="00BA75EC"/>
    <w:rsid w:val="00BB20E8"/>
    <w:rsid w:val="00BB6668"/>
    <w:rsid w:val="00BC0AD9"/>
    <w:rsid w:val="00BC2087"/>
    <w:rsid w:val="00BC283E"/>
    <w:rsid w:val="00BC43DC"/>
    <w:rsid w:val="00BD0CA9"/>
    <w:rsid w:val="00BD45D4"/>
    <w:rsid w:val="00BD4CFC"/>
    <w:rsid w:val="00BD5AA8"/>
    <w:rsid w:val="00BD665B"/>
    <w:rsid w:val="00BD705A"/>
    <w:rsid w:val="00BD7535"/>
    <w:rsid w:val="00BD7865"/>
    <w:rsid w:val="00BE0BE3"/>
    <w:rsid w:val="00BE4408"/>
    <w:rsid w:val="00BE7EAE"/>
    <w:rsid w:val="00BF02DF"/>
    <w:rsid w:val="00BF05B1"/>
    <w:rsid w:val="00BF12BE"/>
    <w:rsid w:val="00BF144A"/>
    <w:rsid w:val="00BF2CB9"/>
    <w:rsid w:val="00BF63A5"/>
    <w:rsid w:val="00BF669A"/>
    <w:rsid w:val="00BF727D"/>
    <w:rsid w:val="00BF7E4E"/>
    <w:rsid w:val="00C01577"/>
    <w:rsid w:val="00C0304D"/>
    <w:rsid w:val="00C04EE8"/>
    <w:rsid w:val="00C07019"/>
    <w:rsid w:val="00C0731D"/>
    <w:rsid w:val="00C102D6"/>
    <w:rsid w:val="00C105F0"/>
    <w:rsid w:val="00C130BC"/>
    <w:rsid w:val="00C155A8"/>
    <w:rsid w:val="00C16318"/>
    <w:rsid w:val="00C163C7"/>
    <w:rsid w:val="00C16624"/>
    <w:rsid w:val="00C2041D"/>
    <w:rsid w:val="00C23C40"/>
    <w:rsid w:val="00C24A4D"/>
    <w:rsid w:val="00C24B41"/>
    <w:rsid w:val="00C25490"/>
    <w:rsid w:val="00C2556B"/>
    <w:rsid w:val="00C267A5"/>
    <w:rsid w:val="00C26C6B"/>
    <w:rsid w:val="00C300E1"/>
    <w:rsid w:val="00C3535B"/>
    <w:rsid w:val="00C372B8"/>
    <w:rsid w:val="00C4540F"/>
    <w:rsid w:val="00C459A6"/>
    <w:rsid w:val="00C46A5A"/>
    <w:rsid w:val="00C47916"/>
    <w:rsid w:val="00C50F65"/>
    <w:rsid w:val="00C52576"/>
    <w:rsid w:val="00C52E8B"/>
    <w:rsid w:val="00C54AE2"/>
    <w:rsid w:val="00C54F6C"/>
    <w:rsid w:val="00C55004"/>
    <w:rsid w:val="00C56052"/>
    <w:rsid w:val="00C562E7"/>
    <w:rsid w:val="00C603C7"/>
    <w:rsid w:val="00C6046D"/>
    <w:rsid w:val="00C613C9"/>
    <w:rsid w:val="00C6353C"/>
    <w:rsid w:val="00C63CF9"/>
    <w:rsid w:val="00C6489C"/>
    <w:rsid w:val="00C67093"/>
    <w:rsid w:val="00C671F0"/>
    <w:rsid w:val="00C67612"/>
    <w:rsid w:val="00C67A37"/>
    <w:rsid w:val="00C72282"/>
    <w:rsid w:val="00C728D7"/>
    <w:rsid w:val="00C7293E"/>
    <w:rsid w:val="00C74403"/>
    <w:rsid w:val="00C80369"/>
    <w:rsid w:val="00C81270"/>
    <w:rsid w:val="00C816EC"/>
    <w:rsid w:val="00C83777"/>
    <w:rsid w:val="00C84418"/>
    <w:rsid w:val="00C8554A"/>
    <w:rsid w:val="00C86FB6"/>
    <w:rsid w:val="00C87359"/>
    <w:rsid w:val="00C87965"/>
    <w:rsid w:val="00C91175"/>
    <w:rsid w:val="00C9123D"/>
    <w:rsid w:val="00C92CAA"/>
    <w:rsid w:val="00C93D3F"/>
    <w:rsid w:val="00C93F6D"/>
    <w:rsid w:val="00C94876"/>
    <w:rsid w:val="00C97444"/>
    <w:rsid w:val="00CA1E4C"/>
    <w:rsid w:val="00CA314B"/>
    <w:rsid w:val="00CA5164"/>
    <w:rsid w:val="00CA5DB8"/>
    <w:rsid w:val="00CA7131"/>
    <w:rsid w:val="00CA7CBE"/>
    <w:rsid w:val="00CA7F21"/>
    <w:rsid w:val="00CB0BF0"/>
    <w:rsid w:val="00CB11CA"/>
    <w:rsid w:val="00CB45F6"/>
    <w:rsid w:val="00CB4664"/>
    <w:rsid w:val="00CB4B86"/>
    <w:rsid w:val="00CB55FF"/>
    <w:rsid w:val="00CB7D1F"/>
    <w:rsid w:val="00CC0F45"/>
    <w:rsid w:val="00CC2691"/>
    <w:rsid w:val="00CC3A99"/>
    <w:rsid w:val="00CD0DE0"/>
    <w:rsid w:val="00CD1A34"/>
    <w:rsid w:val="00CD24AF"/>
    <w:rsid w:val="00CD46F2"/>
    <w:rsid w:val="00CD69E5"/>
    <w:rsid w:val="00CE0B6E"/>
    <w:rsid w:val="00CE3158"/>
    <w:rsid w:val="00CE532E"/>
    <w:rsid w:val="00CE5680"/>
    <w:rsid w:val="00CE5D3F"/>
    <w:rsid w:val="00CE5F8E"/>
    <w:rsid w:val="00CF1C1D"/>
    <w:rsid w:val="00CF670D"/>
    <w:rsid w:val="00CF75E9"/>
    <w:rsid w:val="00D026E1"/>
    <w:rsid w:val="00D0377C"/>
    <w:rsid w:val="00D04F42"/>
    <w:rsid w:val="00D05AFC"/>
    <w:rsid w:val="00D06D72"/>
    <w:rsid w:val="00D104BD"/>
    <w:rsid w:val="00D10F58"/>
    <w:rsid w:val="00D14943"/>
    <w:rsid w:val="00D14AFB"/>
    <w:rsid w:val="00D14E48"/>
    <w:rsid w:val="00D1702A"/>
    <w:rsid w:val="00D17F35"/>
    <w:rsid w:val="00D20F57"/>
    <w:rsid w:val="00D21E12"/>
    <w:rsid w:val="00D2233A"/>
    <w:rsid w:val="00D2385D"/>
    <w:rsid w:val="00D23D84"/>
    <w:rsid w:val="00D24C68"/>
    <w:rsid w:val="00D250EF"/>
    <w:rsid w:val="00D2547D"/>
    <w:rsid w:val="00D25C2F"/>
    <w:rsid w:val="00D264DB"/>
    <w:rsid w:val="00D273B5"/>
    <w:rsid w:val="00D30D00"/>
    <w:rsid w:val="00D30FCF"/>
    <w:rsid w:val="00D34C9E"/>
    <w:rsid w:val="00D36DA9"/>
    <w:rsid w:val="00D42230"/>
    <w:rsid w:val="00D45771"/>
    <w:rsid w:val="00D4691B"/>
    <w:rsid w:val="00D478C2"/>
    <w:rsid w:val="00D5021A"/>
    <w:rsid w:val="00D510F8"/>
    <w:rsid w:val="00D54973"/>
    <w:rsid w:val="00D5504D"/>
    <w:rsid w:val="00D60C1C"/>
    <w:rsid w:val="00D62C94"/>
    <w:rsid w:val="00D657AC"/>
    <w:rsid w:val="00D657AD"/>
    <w:rsid w:val="00D66CD1"/>
    <w:rsid w:val="00D67072"/>
    <w:rsid w:val="00D70E64"/>
    <w:rsid w:val="00D73327"/>
    <w:rsid w:val="00D74AA7"/>
    <w:rsid w:val="00D77FE8"/>
    <w:rsid w:val="00D8286E"/>
    <w:rsid w:val="00D836F2"/>
    <w:rsid w:val="00D839A1"/>
    <w:rsid w:val="00D84530"/>
    <w:rsid w:val="00D84E52"/>
    <w:rsid w:val="00D85717"/>
    <w:rsid w:val="00D860F5"/>
    <w:rsid w:val="00D8705C"/>
    <w:rsid w:val="00D87A58"/>
    <w:rsid w:val="00D87BBB"/>
    <w:rsid w:val="00D91028"/>
    <w:rsid w:val="00D92A19"/>
    <w:rsid w:val="00D92A1E"/>
    <w:rsid w:val="00D93664"/>
    <w:rsid w:val="00D9784F"/>
    <w:rsid w:val="00DA186A"/>
    <w:rsid w:val="00DA3287"/>
    <w:rsid w:val="00DA464D"/>
    <w:rsid w:val="00DA4D18"/>
    <w:rsid w:val="00DA6B50"/>
    <w:rsid w:val="00DA6D2A"/>
    <w:rsid w:val="00DA7A68"/>
    <w:rsid w:val="00DB0EA2"/>
    <w:rsid w:val="00DB1115"/>
    <w:rsid w:val="00DB2CC7"/>
    <w:rsid w:val="00DB390C"/>
    <w:rsid w:val="00DB4840"/>
    <w:rsid w:val="00DB4A48"/>
    <w:rsid w:val="00DC07B6"/>
    <w:rsid w:val="00DC0F64"/>
    <w:rsid w:val="00DC15BE"/>
    <w:rsid w:val="00DC45B1"/>
    <w:rsid w:val="00DC4A3F"/>
    <w:rsid w:val="00DC4E00"/>
    <w:rsid w:val="00DC6AB2"/>
    <w:rsid w:val="00DD0C01"/>
    <w:rsid w:val="00DD2695"/>
    <w:rsid w:val="00DD5487"/>
    <w:rsid w:val="00DD5F80"/>
    <w:rsid w:val="00DD6E62"/>
    <w:rsid w:val="00DD7479"/>
    <w:rsid w:val="00DE049D"/>
    <w:rsid w:val="00DE23CE"/>
    <w:rsid w:val="00DE3F78"/>
    <w:rsid w:val="00DE5A64"/>
    <w:rsid w:val="00DE5BEA"/>
    <w:rsid w:val="00DF1805"/>
    <w:rsid w:val="00DF2B0F"/>
    <w:rsid w:val="00DF32BF"/>
    <w:rsid w:val="00DF4103"/>
    <w:rsid w:val="00DF4FE3"/>
    <w:rsid w:val="00DF7230"/>
    <w:rsid w:val="00E00287"/>
    <w:rsid w:val="00E015E0"/>
    <w:rsid w:val="00E03175"/>
    <w:rsid w:val="00E11178"/>
    <w:rsid w:val="00E114C5"/>
    <w:rsid w:val="00E11502"/>
    <w:rsid w:val="00E13057"/>
    <w:rsid w:val="00E135AD"/>
    <w:rsid w:val="00E1435C"/>
    <w:rsid w:val="00E15A9B"/>
    <w:rsid w:val="00E15C6E"/>
    <w:rsid w:val="00E15D4D"/>
    <w:rsid w:val="00E16495"/>
    <w:rsid w:val="00E17801"/>
    <w:rsid w:val="00E20200"/>
    <w:rsid w:val="00E22D81"/>
    <w:rsid w:val="00E23203"/>
    <w:rsid w:val="00E23E23"/>
    <w:rsid w:val="00E241BC"/>
    <w:rsid w:val="00E2482E"/>
    <w:rsid w:val="00E2635B"/>
    <w:rsid w:val="00E26922"/>
    <w:rsid w:val="00E269D8"/>
    <w:rsid w:val="00E26BD7"/>
    <w:rsid w:val="00E27063"/>
    <w:rsid w:val="00E27730"/>
    <w:rsid w:val="00E27AEA"/>
    <w:rsid w:val="00E340D0"/>
    <w:rsid w:val="00E34C18"/>
    <w:rsid w:val="00E37313"/>
    <w:rsid w:val="00E3767C"/>
    <w:rsid w:val="00E40211"/>
    <w:rsid w:val="00E40E37"/>
    <w:rsid w:val="00E416F7"/>
    <w:rsid w:val="00E44926"/>
    <w:rsid w:val="00E45522"/>
    <w:rsid w:val="00E47733"/>
    <w:rsid w:val="00E47A7C"/>
    <w:rsid w:val="00E5161F"/>
    <w:rsid w:val="00E517CC"/>
    <w:rsid w:val="00E55759"/>
    <w:rsid w:val="00E56A4C"/>
    <w:rsid w:val="00E56C2C"/>
    <w:rsid w:val="00E62D06"/>
    <w:rsid w:val="00E63BA1"/>
    <w:rsid w:val="00E70543"/>
    <w:rsid w:val="00E71230"/>
    <w:rsid w:val="00E72D67"/>
    <w:rsid w:val="00E73782"/>
    <w:rsid w:val="00E73928"/>
    <w:rsid w:val="00E7420A"/>
    <w:rsid w:val="00E74E90"/>
    <w:rsid w:val="00E7532F"/>
    <w:rsid w:val="00E7662B"/>
    <w:rsid w:val="00E77005"/>
    <w:rsid w:val="00E81121"/>
    <w:rsid w:val="00E8611A"/>
    <w:rsid w:val="00E8770B"/>
    <w:rsid w:val="00E923E1"/>
    <w:rsid w:val="00E92CB4"/>
    <w:rsid w:val="00E92E65"/>
    <w:rsid w:val="00E93985"/>
    <w:rsid w:val="00E95B52"/>
    <w:rsid w:val="00E97F09"/>
    <w:rsid w:val="00EA0899"/>
    <w:rsid w:val="00EA2019"/>
    <w:rsid w:val="00EA477B"/>
    <w:rsid w:val="00EA5BD6"/>
    <w:rsid w:val="00EA6D66"/>
    <w:rsid w:val="00EB0BE9"/>
    <w:rsid w:val="00EB269C"/>
    <w:rsid w:val="00EB41DA"/>
    <w:rsid w:val="00EB56CF"/>
    <w:rsid w:val="00EB63C8"/>
    <w:rsid w:val="00EB67B3"/>
    <w:rsid w:val="00EB6D66"/>
    <w:rsid w:val="00EB6F63"/>
    <w:rsid w:val="00EC137B"/>
    <w:rsid w:val="00EC2224"/>
    <w:rsid w:val="00EC33AB"/>
    <w:rsid w:val="00EC3780"/>
    <w:rsid w:val="00EC4EE8"/>
    <w:rsid w:val="00EC7940"/>
    <w:rsid w:val="00ED07C6"/>
    <w:rsid w:val="00ED165D"/>
    <w:rsid w:val="00ED1E6D"/>
    <w:rsid w:val="00ED318F"/>
    <w:rsid w:val="00ED4A5A"/>
    <w:rsid w:val="00ED7608"/>
    <w:rsid w:val="00ED7ACB"/>
    <w:rsid w:val="00EE2C13"/>
    <w:rsid w:val="00EE3EA7"/>
    <w:rsid w:val="00EE40C2"/>
    <w:rsid w:val="00EE5BD0"/>
    <w:rsid w:val="00EE6192"/>
    <w:rsid w:val="00EE6F20"/>
    <w:rsid w:val="00EE787C"/>
    <w:rsid w:val="00EE7F28"/>
    <w:rsid w:val="00EF6F93"/>
    <w:rsid w:val="00EF794C"/>
    <w:rsid w:val="00EF7B8E"/>
    <w:rsid w:val="00F03A73"/>
    <w:rsid w:val="00F048F2"/>
    <w:rsid w:val="00F07C84"/>
    <w:rsid w:val="00F11098"/>
    <w:rsid w:val="00F14118"/>
    <w:rsid w:val="00F16C9F"/>
    <w:rsid w:val="00F2042B"/>
    <w:rsid w:val="00F22BDF"/>
    <w:rsid w:val="00F268B6"/>
    <w:rsid w:val="00F279FF"/>
    <w:rsid w:val="00F30DFB"/>
    <w:rsid w:val="00F315DF"/>
    <w:rsid w:val="00F31FB0"/>
    <w:rsid w:val="00F35178"/>
    <w:rsid w:val="00F370C1"/>
    <w:rsid w:val="00F37797"/>
    <w:rsid w:val="00F40F5A"/>
    <w:rsid w:val="00F41D17"/>
    <w:rsid w:val="00F426D3"/>
    <w:rsid w:val="00F43783"/>
    <w:rsid w:val="00F4705B"/>
    <w:rsid w:val="00F5081D"/>
    <w:rsid w:val="00F52095"/>
    <w:rsid w:val="00F53F1A"/>
    <w:rsid w:val="00F56120"/>
    <w:rsid w:val="00F62A78"/>
    <w:rsid w:val="00F64268"/>
    <w:rsid w:val="00F66A14"/>
    <w:rsid w:val="00F67B18"/>
    <w:rsid w:val="00F75F6A"/>
    <w:rsid w:val="00F801C4"/>
    <w:rsid w:val="00F81FE0"/>
    <w:rsid w:val="00F8307B"/>
    <w:rsid w:val="00F84C4D"/>
    <w:rsid w:val="00F84E5E"/>
    <w:rsid w:val="00F865E4"/>
    <w:rsid w:val="00F874B7"/>
    <w:rsid w:val="00F879D4"/>
    <w:rsid w:val="00F912E5"/>
    <w:rsid w:val="00F92E57"/>
    <w:rsid w:val="00F94410"/>
    <w:rsid w:val="00F9457F"/>
    <w:rsid w:val="00F952FC"/>
    <w:rsid w:val="00F9554E"/>
    <w:rsid w:val="00F95B41"/>
    <w:rsid w:val="00F95F8C"/>
    <w:rsid w:val="00FA228F"/>
    <w:rsid w:val="00FA3D6E"/>
    <w:rsid w:val="00FA49E1"/>
    <w:rsid w:val="00FA5F00"/>
    <w:rsid w:val="00FB0980"/>
    <w:rsid w:val="00FB1836"/>
    <w:rsid w:val="00FB32A1"/>
    <w:rsid w:val="00FB46C5"/>
    <w:rsid w:val="00FC044B"/>
    <w:rsid w:val="00FC299A"/>
    <w:rsid w:val="00FC72ED"/>
    <w:rsid w:val="00FC7433"/>
    <w:rsid w:val="00FD026E"/>
    <w:rsid w:val="00FD5D1E"/>
    <w:rsid w:val="00FD72CE"/>
    <w:rsid w:val="00FE2D78"/>
    <w:rsid w:val="00FE32F4"/>
    <w:rsid w:val="00FE44C5"/>
    <w:rsid w:val="00FE55BE"/>
    <w:rsid w:val="00FE5F02"/>
    <w:rsid w:val="00FE6A51"/>
    <w:rsid w:val="00FE6C87"/>
    <w:rsid w:val="00FF0704"/>
    <w:rsid w:val="00FF228E"/>
    <w:rsid w:val="00FF4F7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2DEE"/>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character" w:styleId="Neapdorotaspaminjimas">
    <w:name w:val="Unresolved Mention"/>
    <w:basedOn w:val="Numatytasispastraiposriftas"/>
    <w:uiPriority w:val="99"/>
    <w:semiHidden/>
    <w:unhideWhenUsed/>
    <w:rsid w:val="00F43783"/>
    <w:rPr>
      <w:color w:val="605E5C"/>
      <w:shd w:val="clear" w:color="auto" w:fill="E1DFDD"/>
    </w:rPr>
  </w:style>
  <w:style w:type="paragraph" w:customStyle="1" w:styleId="Skyriauspavadinimas">
    <w:name w:val="Skyriaus pavadinimas"/>
    <w:basedOn w:val="prastasis"/>
    <w:rsid w:val="00F94410"/>
    <w:pPr>
      <w:numPr>
        <w:numId w:val="40"/>
      </w:numPr>
      <w:spacing w:after="0" w:line="240" w:lineRule="auto"/>
      <w:jc w:val="center"/>
    </w:pPr>
    <w:rPr>
      <w:rFonts w:ascii="Times New Roman Bold" w:eastAsia="Times New Roman" w:hAnsi="Times New Roman Bold" w:cs="Times New Roman"/>
      <w:b/>
      <w:caps/>
      <w:sz w:val="24"/>
      <w:szCs w:val="24"/>
      <w:lang w:val="en-GB"/>
    </w:rPr>
  </w:style>
  <w:style w:type="table" w:customStyle="1" w:styleId="Lentelstinklelis11">
    <w:name w:val="Lentelės tinklelis11"/>
    <w:basedOn w:val="prastojilentel"/>
    <w:next w:val="Lentelstinklelis"/>
    <w:uiPriority w:val="39"/>
    <w:rsid w:val="00977F90"/>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617E33"/>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998730671">
      <w:bodyDiv w:val="1"/>
      <w:marLeft w:val="0"/>
      <w:marRight w:val="0"/>
      <w:marTop w:val="0"/>
      <w:marBottom w:val="0"/>
      <w:divBdr>
        <w:top w:val="none" w:sz="0" w:space="0" w:color="auto"/>
        <w:left w:val="none" w:sz="0" w:space="0" w:color="auto"/>
        <w:bottom w:val="none" w:sz="0" w:space="0" w:color="auto"/>
        <w:right w:val="none" w:sz="0" w:space="0" w:color="auto"/>
      </w:divBdr>
    </w:div>
    <w:div w:id="1030840155">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1883202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2185b0e-441b-4fe3-a1e6-c86749afc265" xsi:nil="true"/>
  </documentManagement>
</p:properti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5.xml><?xml version="1.0" encoding="utf-8"?>
<b:Sources xmlns:b="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4E30FB31ACE3D34383E6BDF29B403E8F" ma:contentTypeVersion="9" ma:contentTypeDescription="Create a new document." ma:contentTypeScope="" ma:versionID="937020b405f30f967181aa8b41ca8651">
  <xsd:schema xmlns:xsd="http://www.w3.org/2001/XMLSchema" xmlns:xs="http://www.w3.org/2001/XMLSchema" xmlns:p="http://schemas.microsoft.com/office/2006/metadata/properties" xmlns:ns3="42185b0e-441b-4fe3-a1e6-c86749afc265" targetNamespace="http://schemas.microsoft.com/office/2006/metadata/properties" ma:root="true" ma:fieldsID="c11b055aa8d6d09fe7b3815ee49c5e84" ns3:_="">
    <xsd:import namespace="42185b0e-441b-4fe3-a1e6-c86749afc265"/>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185b0e-441b-4fe3-a1e6-c86749afc26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A35B0F-8D02-4B08-B89B-139D2EFEC9B0}">
  <ds:schemaRefs>
    <ds:schemaRef ds:uri="http://schemas.microsoft.com/sharepoint/v3/contenttype/forms"/>
  </ds:schemaRefs>
</ds:datastoreItem>
</file>

<file path=customXml/itemProps3.xml><?xml version="1.0" encoding="utf-8"?>
<ds:datastoreItem xmlns:ds="http://schemas.openxmlformats.org/officeDocument/2006/customXml" ds:itemID="{FADD906C-30FE-404D-9321-4759A49E3444}">
  <ds:schemaRefs>
    <ds:schemaRef ds:uri="http://schemas.microsoft.com/office/2006/metadata/properties"/>
    <ds:schemaRef ds:uri="http://schemas.microsoft.com/office/infopath/2007/PartnerControls"/>
    <ds:schemaRef ds:uri="42185b0e-441b-4fe3-a1e6-c86749afc265"/>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customXml/itemProps5.xml><?xml version="1.0" encoding="utf-8"?>
<ds:datastoreItem xmlns:ds="http://schemas.openxmlformats.org/officeDocument/2006/customXml" ds:itemID="{931DEEA6-114D-4CB2-B20E-0BD979AED894}">
  <ds:schemaRefs>
    <ds:schemaRef ds:uri="http://schemas.openxmlformats.org/officeDocument/2006/bibliography"/>
  </ds:schemaRefs>
</ds:datastoreItem>
</file>

<file path=customXml/itemProps6.xml><?xml version="1.0" encoding="utf-8"?>
<ds:datastoreItem xmlns:ds="http://schemas.openxmlformats.org/officeDocument/2006/customXml" ds:itemID="{97F58BA5-2ABE-47F4-BBD7-2D9ED6B28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185b0e-441b-4fe3-a1e6-c86749afc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Pages>
  <Words>3184</Words>
  <Characters>1816</Characters>
  <Application>Microsoft Office Word</Application>
  <DocSecurity>0</DocSecurity>
  <Lines>15</Lines>
  <Paragraphs>9</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subject/>
  <dc:creator>Evaldas Stadalius</dc:creator>
  <cp:keywords/>
  <dc:description/>
  <cp:lastModifiedBy>Živilė Šakalienė</cp:lastModifiedBy>
  <cp:revision>3</cp:revision>
  <cp:lastPrinted>2025-12-04T14:05:00Z</cp:lastPrinted>
  <dcterms:created xsi:type="dcterms:W3CDTF">2025-12-16T10:23:00Z</dcterms:created>
  <dcterms:modified xsi:type="dcterms:W3CDTF">2025-12-22T14:33:00Z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0x0101004E30FB31ACE3D34383E6BDF29B403E8F</vt:lpwstr>
  </property>
</Properties>
</file>